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g" ContentType="image/jp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75" w:after="0" w:line="208" w:lineRule="exact"/>
        <w:ind w:left="152" w:right="-20"/>
        <w:jc w:val="left"/>
        <w:tabs>
          <w:tab w:pos="7960" w:val="left"/>
        </w:tabs>
        <w:rPr>
          <w:rFonts w:ascii="Verdana" w:hAnsi="Verdana" w:cs="Verdana" w:eastAsia="Verdana"/>
          <w:sz w:val="11"/>
          <w:szCs w:val="11"/>
        </w:rPr>
      </w:pPr>
      <w:rPr/>
      <w:r>
        <w:rPr/>
        <w:pict>
          <v:group style="position:absolute;margin-left:85.540001pt;margin-top:35.5pt;width:472.9pt;height:719.68pt;mso-position-horizontal-relative:page;mso-position-vertical-relative:page;z-index:-287" coordorigin="1711,710" coordsize="9458,14394">
            <v:group style="position:absolute;left:1721;top:720;width:8797;height:14374" coordorigin="1721,720" coordsize="8797,14374">
              <v:shape style="position:absolute;left:1721;top:720;width:8797;height:14374" coordorigin="1721,720" coordsize="8797,14374" path="m10518,720l1721,720,1721,15094,1733,15094,1733,732,10506,732,10518,720e" filled="t" fillcolor="#CCCCCC" stroked="f">
                <v:path arrowok="t"/>
                <v:fill/>
              </v:shape>
            </v:group>
            <v:group style="position:absolute;left:10506;top:720;width:12;height:14374" coordorigin="10506,720" coordsize="12,14374">
              <v:shape style="position:absolute;left:10506;top:720;width:12;height:14374" coordorigin="10506,720" coordsize="12,14374" path="m10518,720l10518,720e" filled="f" stroked="t" strokeweight=".1pt" strokecolor="#CCCCCC">
                <v:path arrowok="t"/>
              </v:shape>
            </v:group>
            <v:group style="position:absolute;left:1734;top:1030;width:8772;height:14051" coordorigin="1734,1030" coordsize="8772,14051">
              <v:shape style="position:absolute;left:1734;top:1030;width:8772;height:14051" coordorigin="1734,1030" coordsize="8772,14051" path="m1734,15080l10506,15080,10506,1030,1734,1030,1734,15080xe" filled="t" fillcolor="#FFFFFF" stroked="f">
                <v:path arrowok="t"/>
                <v:fill/>
              </v:shape>
              <v:shape style="position:absolute;left:1734;top:733;width:8772;height:14347" type="#_x0000_t75">
                <v:imagedata r:id="rId5" o:title=""/>
              </v:shape>
            </v:group>
            <v:group style="position:absolute;left:1734;top:733;width:9425;height:296" coordorigin="1734,733" coordsize="9425,296">
              <v:shape style="position:absolute;left:1734;top:733;width:9425;height:296" coordorigin="1734,733" coordsize="9425,296" path="m1734,1030l11159,1030,11159,733,1734,733,1734,1030e" filled="t" fillcolor="#B71137" stroked="f">
                <v:path arrowok="t"/>
                <v:fill/>
              </v:shape>
            </v:group>
            <v:group style="position:absolute;left:1734;top:1271;width:4154;height:202" coordorigin="1734,1271" coordsize="4154,202">
              <v:shape style="position:absolute;left:1734;top:1271;width:4154;height:202" coordorigin="1734,1271" coordsize="4154,202" path="m1734,1472l5888,1472,5888,1271,1734,1271,1734,1472e" filled="t" fillcolor="#FFFFFF" stroked="f">
                <v:path arrowok="t"/>
                <v:fill/>
              </v:shape>
            </v:group>
            <v:group style="position:absolute;left:1734;top:1472;width:1093;height:202" coordorigin="1734,1472" coordsize="1093,202">
              <v:shape style="position:absolute;left:1734;top:1472;width:1093;height:202" coordorigin="1734,1472" coordsize="1093,202" path="m1734,1674l2827,1674,2827,1472,1734,1472,1734,1674e" filled="t" fillcolor="#FFFFFF" stroked="f">
                <v:path arrowok="t"/>
                <v:fill/>
              </v:shape>
            </v:group>
            <v:group style="position:absolute;left:1734;top:1914;width:3905;height:203" coordorigin="1734,1914" coordsize="3905,203">
              <v:shape style="position:absolute;left:1734;top:1914;width:3905;height:203" coordorigin="1734,1914" coordsize="3905,203" path="m1734,2117l5639,2117,5639,1914,1734,1914,1734,2117e" filled="t" fillcolor="#FFFFFF" stroked="f">
                <v:path arrowok="t"/>
                <v:fill/>
              </v:shape>
            </v:group>
            <v:group style="position:absolute;left:1734;top:2117;width:4598;height:202" coordorigin="1734,2117" coordsize="4598,202">
              <v:shape style="position:absolute;left:1734;top:2117;width:4598;height:202" coordorigin="1734,2117" coordsize="4598,202" path="m1734,2318l6332,2318,6332,2117,1734,2117,1734,2318e" filled="t" fillcolor="#FFFFFF" stroked="f">
                <v:path arrowok="t"/>
                <v:fill/>
              </v:shape>
            </v:group>
            <v:group style="position:absolute;left:1734;top:2318;width:4608;height:202" coordorigin="1734,2318" coordsize="4608,202">
              <v:shape style="position:absolute;left:1734;top:2318;width:4608;height:202" coordorigin="1734,2318" coordsize="4608,202" path="m1734,2520l6342,2520,6342,2318,1734,2318,1734,2520e" filled="t" fillcolor="#FFFFFF" stroked="f">
                <v:path arrowok="t"/>
                <v:fill/>
              </v:shape>
            </v:group>
            <v:group style="position:absolute;left:1734;top:2520;width:4196;height:202" coordorigin="1734,2520" coordsize="4196,202">
              <v:shape style="position:absolute;left:1734;top:2520;width:4196;height:202" coordorigin="1734,2520" coordsize="4196,202" path="m1734,2722l5930,2722,5930,2520,1734,2520,1734,2722e" filled="t" fillcolor="#FFFFFF" stroked="f">
                <v:path arrowok="t"/>
                <v:fill/>
              </v:shape>
            </v:group>
            <v:group style="position:absolute;left:1734;top:2722;width:4357;height:202" coordorigin="1734,2722" coordsize="4357,202">
              <v:shape style="position:absolute;left:1734;top:2722;width:4357;height:202" coordorigin="1734,2722" coordsize="4357,202" path="m1734,2923l6091,2923,6091,2722,1734,2722,1734,2923e" filled="t" fillcolor="#FFFFFF" stroked="f">
                <v:path arrowok="t"/>
                <v:fill/>
              </v:shape>
            </v:group>
            <v:group style="position:absolute;left:1734;top:2923;width:4097;height:202" coordorigin="1734,2923" coordsize="4097,202">
              <v:shape style="position:absolute;left:1734;top:2923;width:4097;height:202" coordorigin="1734,2923" coordsize="4097,202" path="m1734,3125l5831,3125,5831,2923,1734,2923,1734,3125e" filled="t" fillcolor="#FFFFFF" stroked="f">
                <v:path arrowok="t"/>
                <v:fill/>
              </v:shape>
            </v:group>
            <v:group style="position:absolute;left:1734;top:3125;width:4487;height:202" coordorigin="1734,3125" coordsize="4487,202">
              <v:shape style="position:absolute;left:1734;top:3125;width:4487;height:202" coordorigin="1734,3125" coordsize="4487,202" path="m1734,3326l6221,3326,6221,3125,1734,3125,1734,3326e" filled="t" fillcolor="#FFFFFF" stroked="f">
                <v:path arrowok="t"/>
                <v:fill/>
              </v:shape>
            </v:group>
            <v:group style="position:absolute;left:1734;top:3326;width:4488;height:202" coordorigin="1734,3326" coordsize="4488,202">
              <v:shape style="position:absolute;left:1734;top:3326;width:4488;height:202" coordorigin="1734,3326" coordsize="4488,202" path="m1734,3528l6222,3528,6222,3326,1734,3326,1734,3528e" filled="t" fillcolor="#FFFFFF" stroked="f">
                <v:path arrowok="t"/>
                <v:fill/>
              </v:shape>
            </v:group>
            <v:group style="position:absolute;left:1734;top:3528;width:2208;height:202" coordorigin="1734,3528" coordsize="2208,202">
              <v:shape style="position:absolute;left:1734;top:3528;width:2208;height:202" coordorigin="1734,3528" coordsize="2208,202" path="m1734,3730l3942,3730,3942,3528,1734,3528,1734,3730e" filled="t" fillcolor="#FFFFFF" stroked="f">
                <v:path arrowok="t"/>
                <v:fill/>
              </v:shape>
            </v:group>
            <v:group style="position:absolute;left:1734;top:3971;width:2849;height:202" coordorigin="1734,3971" coordsize="2849,202">
              <v:shape style="position:absolute;left:1734;top:3971;width:2849;height:202" coordorigin="1734,3971" coordsize="2849,202" path="m1734,4172l4583,4172,4583,3971,1734,3971,1734,4172e" filled="t" fillcolor="#FFFFFF" stroked="f">
                <v:path arrowok="t"/>
                <v:fill/>
              </v:shape>
            </v:group>
            <v:group style="position:absolute;left:2250;top:4414;width:4696;height:202" coordorigin="2250,4414" coordsize="4696,202">
              <v:shape style="position:absolute;left:2250;top:4414;width:4696;height:202" coordorigin="2250,4414" coordsize="4696,202" path="m2250,4615l6946,4615,6946,4414,2250,4414,2250,4615e" filled="t" fillcolor="#FFFFFF" stroked="f">
                <v:path arrowok="t"/>
                <v:fill/>
              </v:shape>
            </v:group>
            <v:group style="position:absolute;left:2766;top:4874;width:5843;height:202" coordorigin="2766,4874" coordsize="5843,202">
              <v:shape style="position:absolute;left:2766;top:4874;width:5843;height:202" coordorigin="2766,4874" coordsize="5843,202" path="m2766,5076l8609,5076,8609,4874,2766,4874,2766,5076e" filled="t" fillcolor="#FFFFFF" stroked="f">
                <v:path arrowok="t"/>
                <v:fill/>
              </v:shape>
            </v:group>
            <v:group style="position:absolute;left:2766;top:5094;width:5453;height:202" coordorigin="2766,5094" coordsize="5453,202">
              <v:shape style="position:absolute;left:2766;top:5094;width:5453;height:202" coordorigin="2766,5094" coordsize="5453,202" path="m2766,5296l8219,5296,8219,5094,2766,5094,2766,5296e" filled="t" fillcolor="#FFFFFF" stroked="f">
                <v:path arrowok="t"/>
                <v:fill/>
              </v:shape>
            </v:group>
            <v:group style="position:absolute;left:2766;top:5314;width:5682;height:202" coordorigin="2766,5314" coordsize="5682,202">
              <v:shape style="position:absolute;left:2766;top:5314;width:5682;height:202" coordorigin="2766,5314" coordsize="5682,202" path="m2766,5515l8448,5515,8448,5314,2766,5314,2766,5515e" filled="t" fillcolor="#FFFFFF" stroked="f">
                <v:path arrowok="t"/>
                <v:fill/>
              </v:shape>
            </v:group>
            <v:group style="position:absolute;left:2250;top:5756;width:3853;height:202" coordorigin="2250,5756" coordsize="3853,202">
              <v:shape style="position:absolute;left:2250;top:5756;width:3853;height:202" coordorigin="2250,5756" coordsize="3853,202" path="m2250,5958l6103,5958,6103,5756,2250,5756,2250,5958e" filled="t" fillcolor="#FFFFFF" stroked="f">
                <v:path arrowok="t"/>
                <v:fill/>
              </v:shape>
            </v:group>
            <v:group style="position:absolute;left:2766;top:6217;width:1044;height:202" coordorigin="2766,6217" coordsize="1044,202">
              <v:shape style="position:absolute;left:2766;top:6217;width:1044;height:202" coordorigin="2766,6217" coordsize="1044,202" path="m2766,6419l3810,6419,3810,6217,2766,6217,2766,6419e" filled="t" fillcolor="#FFFFFF" stroked="f">
                <v:path arrowok="t"/>
                <v:fill/>
              </v:shape>
            </v:group>
            <v:group style="position:absolute;left:2766;top:6437;width:3082;height:202" coordorigin="2766,6437" coordsize="3082,202">
              <v:shape style="position:absolute;left:2766;top:6437;width:3082;height:202" coordorigin="2766,6437" coordsize="3082,202" path="m2766,6638l5848,6638,5848,6437,2766,6437,2766,6638e" filled="t" fillcolor="#FFFFFF" stroked="f">
                <v:path arrowok="t"/>
                <v:fill/>
              </v:shape>
            </v:group>
            <v:group style="position:absolute;left:2766;top:6656;width:1556;height:202" coordorigin="2766,6656" coordsize="1556,202">
              <v:shape style="position:absolute;left:2766;top:6656;width:1556;height:202" coordorigin="2766,6656" coordsize="1556,202" path="m2766,6858l4322,6858,4322,6656,2766,6656,2766,6858e" filled="t" fillcolor="#FFFFFF" stroked="f">
                <v:path arrowok="t"/>
                <v:fill/>
              </v:shape>
            </v:group>
            <v:group style="position:absolute;left:2766;top:6876;width:2982;height:202" coordorigin="2766,6876" coordsize="2982,202">
              <v:shape style="position:absolute;left:2766;top:6876;width:2982;height:202" coordorigin="2766,6876" coordsize="2982,202" path="m2766,7078l5748,7078,5748,6876,2766,6876,2766,7078e" filled="t" fillcolor="#FFFFFF" stroked="f">
                <v:path arrowok="t"/>
                <v:fill/>
              </v:shape>
            </v:group>
            <v:group style="position:absolute;left:2766;top:7096;width:1585;height:202" coordorigin="2766,7096" coordsize="1585,202">
              <v:shape style="position:absolute;left:2766;top:7096;width:1585;height:202" coordorigin="2766,7096" coordsize="1585,202" path="m2766,7297l4351,7297,4351,7096,2766,7096,2766,7297e" filled="t" fillcolor="#FFFFFF" stroked="f">
                <v:path arrowok="t"/>
                <v:fill/>
              </v:shape>
            </v:group>
            <v:group style="position:absolute;left:2766;top:7315;width:3422;height:202" coordorigin="2766,7315" coordsize="3422,202">
              <v:shape style="position:absolute;left:2766;top:7315;width:3422;height:202" coordorigin="2766,7315" coordsize="3422,202" path="m2766,7517l6188,7517,6188,7315,2766,7315,2766,7517e" filled="t" fillcolor="#FFFFFF" stroked="f">
                <v:path arrowok="t"/>
                <v:fill/>
              </v:shape>
            </v:group>
            <v:group style="position:absolute;left:2766;top:7536;width:2299;height:202" coordorigin="2766,7536" coordsize="2299,202">
              <v:shape style="position:absolute;left:2766;top:7536;width:2299;height:202" coordorigin="2766,7536" coordsize="2299,202" path="m2766,7738l5065,7738,5065,7536,2766,7536,2766,7738e" filled="t" fillcolor="#FFFFFF" stroked="f">
                <v:path arrowok="t"/>
                <v:fill/>
              </v:shape>
            </v:group>
            <v:group style="position:absolute;left:2250;top:7978;width:5178;height:202" coordorigin="2250,7978" coordsize="5178,202">
              <v:shape style="position:absolute;left:2250;top:7978;width:5178;height:202" coordorigin="2250,7978" coordsize="5178,202" path="m2250,8179l7428,8179,7428,7978,2250,7978,2250,8179e" filled="t" fillcolor="#FFFFFF" stroked="f">
                <v:path arrowok="t"/>
                <v:fill/>
              </v:shape>
            </v:group>
            <v:group style="position:absolute;left:2766;top:8438;width:3524;height:202" coordorigin="2766,8438" coordsize="3524,202">
              <v:shape style="position:absolute;left:2766;top:8438;width:3524;height:202" coordorigin="2766,8438" coordsize="3524,202" path="m2766,8640l6290,8640,6290,8438,2766,8438,2766,8640e" filled="t" fillcolor="#FFFFFF" stroked="f">
                <v:path arrowok="t"/>
                <v:fill/>
              </v:shape>
            </v:group>
            <v:group style="position:absolute;left:2766;top:8658;width:2560;height:202" coordorigin="2766,8658" coordsize="2560,202">
              <v:shape style="position:absolute;left:2766;top:8658;width:2560;height:202" coordorigin="2766,8658" coordsize="2560,202" path="m2766,8860l5326,8860,5326,8658,2766,8658,2766,8860e" filled="t" fillcolor="#FFFFFF" stroked="f">
                <v:path arrowok="t"/>
                <v:fill/>
              </v:shape>
            </v:group>
            <v:group style="position:absolute;left:2766;top:8878;width:2148;height:202" coordorigin="2766,8878" coordsize="2148,202">
              <v:shape style="position:absolute;left:2766;top:8878;width:2148;height:202" coordorigin="2766,8878" coordsize="2148,202" path="m2766,9079l4914,9079,4914,8878,2766,8878,2766,9079e" filled="t" fillcolor="#FFFFFF" stroked="f">
                <v:path arrowok="t"/>
                <v:fill/>
              </v:shape>
            </v:group>
            <v:group style="position:absolute;left:2766;top:9098;width:6185;height:202" coordorigin="2766,9098" coordsize="6185,202">
              <v:shape style="position:absolute;left:2766;top:9098;width:6185;height:202" coordorigin="2766,9098" coordsize="6185,202" path="m2766,9300l8951,9300,8951,9098,2766,9098,2766,9300e" filled="t" fillcolor="#FFFFFF" stroked="f">
                <v:path arrowok="t"/>
                <v:fill/>
              </v:shape>
            </v:group>
            <v:group style="position:absolute;left:2766;top:9318;width:4075;height:202" coordorigin="2766,9318" coordsize="4075,202">
              <v:shape style="position:absolute;left:2766;top:9318;width:4075;height:202" coordorigin="2766,9318" coordsize="4075,202" path="m2766,9520l6841,9520,6841,9318,2766,9318,2766,9520e" filled="t" fillcolor="#FFFFFF" stroked="f">
                <v:path arrowok="t"/>
                <v:fill/>
              </v:shape>
            </v:group>
            <v:group style="position:absolute;left:2766;top:9538;width:2258;height:202" coordorigin="2766,9538" coordsize="2258,202">
              <v:shape style="position:absolute;left:2766;top:9538;width:2258;height:202" coordorigin="2766,9538" coordsize="2258,202" path="m2766,9739l5024,9739,5024,9538,2766,9538,2766,9739e" filled="t" fillcolor="#FFFFFF" stroked="f">
                <v:path arrowok="t"/>
                <v:fill/>
              </v:shape>
            </v:group>
            <v:group style="position:absolute;left:2766;top:9757;width:1495;height:202" coordorigin="2766,9757" coordsize="1495,202">
              <v:shape style="position:absolute;left:2766;top:9757;width:1495;height:202" coordorigin="2766,9757" coordsize="1495,202" path="m2766,9959l4261,9959,4261,9757,2766,9757,2766,9959e" filled="t" fillcolor="#FFFFFF" stroked="f">
                <v:path arrowok="t"/>
                <v:fill/>
              </v:shape>
            </v:group>
            <v:group style="position:absolute;left:2766;top:9977;width:6284;height:202" coordorigin="2766,9977" coordsize="6284,202">
              <v:shape style="position:absolute;left:2766;top:9977;width:6284;height:202" coordorigin="2766,9977" coordsize="6284,202" path="m2766,10178l9050,10178,9050,9977,2766,9977,2766,10178e" filled="t" fillcolor="#FFFFFF" stroked="f">
                <v:path arrowok="t"/>
                <v:fill/>
              </v:shape>
            </v:group>
            <v:group style="position:absolute;left:1734;top:10420;width:1133;height:202" coordorigin="1734,10420" coordsize="1133,202">
              <v:shape style="position:absolute;left:1734;top:10420;width:1133;height:202" coordorigin="1734,10420" coordsize="1133,202" path="m1734,10621l2867,10621,2867,10420,1734,10420,1734,10621e" filled="t" fillcolor="#FFFFFF" stroked="f">
                <v:path arrowok="t"/>
                <v:fill/>
              </v:shape>
            </v:group>
            <v:group style="position:absolute;left:2250;top:10862;width:5077;height:202" coordorigin="2250,10862" coordsize="5077,202">
              <v:shape style="position:absolute;left:2250;top:10862;width:5077;height:202" coordorigin="2250,10862" coordsize="5077,202" path="m2250,11064l7327,11064,7327,10862,2250,10862,2250,11064e" filled="t" fillcolor="#FFFFFF" stroked="f">
                <v:path arrowok="t"/>
                <v:fill/>
              </v:shape>
            </v:group>
            <v:group style="position:absolute;left:2250;top:11304;width:7740;height:1446" coordorigin="2250,11304" coordsize="7740,1446">
              <v:shape style="position:absolute;left:2250;top:11304;width:7740;height:1446" coordorigin="2250,11304" coordsize="7740,1446" path="m2250,12750l9990,12750,9990,11304,2250,11304,2250,12750e" filled="t" fillcolor="#FFFFFF" stroked="f">
                <v:path arrowok="t"/>
                <v:fill/>
              </v:shape>
            </v:group>
            <v:group style="position:absolute;left:2250;top:12991;width:6241;height:202" coordorigin="2250,12991" coordsize="6241,202">
              <v:shape style="position:absolute;left:2250;top:12991;width:6241;height:202" coordorigin="2250,12991" coordsize="6241,202" path="m2250,13193l8491,13193,8491,12991,2250,12991,2250,13193e" filled="t" fillcolor="#FFFFFF" stroked="f">
                <v:path arrowok="t"/>
                <v:fill/>
              </v:shape>
            </v:group>
            <v:group style="position:absolute;left:2250;top:13434;width:7740;height:1646" coordorigin="2250,13434" coordsize="7740,1646">
              <v:shape style="position:absolute;left:2250;top:13434;width:7740;height:1646" coordorigin="2250,13434" coordsize="7740,1646" path="m2250,15080l9990,15080,9990,13434,2250,13434,2250,15080e" filled="t" fillcolor="#FFFFFF" stroked="f">
                <v:path arrowok="t"/>
                <v:fill/>
              </v:shape>
              <v:shape style="position:absolute;left:6455;top:1334;width:3922;height:2800" type="#_x0000_t75">
                <v:imagedata r:id="rId6" o:title=""/>
              </v:shape>
            </v:group>
            <v:group style="position:absolute;left:2250;top:11304;width:7740;height:1446" coordorigin="2250,11304" coordsize="7740,1446">
              <v:shape style="position:absolute;left:2250;top:11304;width:7740;height:1446" coordorigin="2250,11304" coordsize="7740,1446" path="m9990,11304l2250,11304,2250,12750,2262,12738,2262,11317,9978,11317,9990,11304e" filled="t" fillcolor="#ECE9D8" stroked="f">
                <v:path arrowok="t"/>
                <v:fill/>
              </v:shape>
            </v:group>
            <v:group style="position:absolute;left:2250;top:11304;width:7740;height:1446" coordorigin="2250,11304" coordsize="7740,1446">
              <v:shape style="position:absolute;left:2250;top:11304;width:7740;height:1446" coordorigin="2250,11304" coordsize="7740,1446" path="m9990,11304l9978,11317,9978,12738,2262,12738,2250,12750,9990,12750,9990,11304e" filled="t" fillcolor="#ACA89A" stroked="f">
                <v:path arrowok="t"/>
                <v:fill/>
              </v:shape>
            </v:group>
            <v:group style="position:absolute;left:2288;top:11344;width:5335;height:253" coordorigin="2288,11344" coordsize="5335,253">
              <v:shape style="position:absolute;left:2288;top:11344;width:5335;height:253" coordorigin="2288,11344" coordsize="5335,253" path="m7624,11344l2288,11344,2288,11597,2300,11585,2300,11356,7612,11356,7624,11344e" filled="t" fillcolor="#ACA89A" stroked="f">
                <v:path arrowok="t"/>
                <v:fill/>
              </v:shape>
            </v:group>
            <v:group style="position:absolute;left:2288;top:11344;width:5335;height:253" coordorigin="2288,11344" coordsize="5335,253">
              <v:shape style="position:absolute;left:2288;top:11344;width:5335;height:253" coordorigin="2288,11344" coordsize="5335,253" path="m7624,11344l7612,11356,7612,11585,2300,11585,2288,11597,7624,11597,7624,11344e" filled="t" fillcolor="#ECE9D8" stroked="f">
                <v:path arrowok="t"/>
                <v:fill/>
              </v:shape>
            </v:group>
            <v:group style="position:absolute;left:7649;top:11344;width:2302;height:253" coordorigin="7649,11344" coordsize="2302,253">
              <v:shape style="position:absolute;left:7649;top:11344;width:2302;height:253" coordorigin="7649,11344" coordsize="2302,253" path="m9950,11344l7649,11344,7649,11597,7662,11585,7662,11356,9938,11356,9950,11344e" filled="t" fillcolor="#ACA89A" stroked="f">
                <v:path arrowok="t"/>
                <v:fill/>
              </v:shape>
            </v:group>
            <v:group style="position:absolute;left:7649;top:11344;width:2302;height:253" coordorigin="7649,11344" coordsize="2302,253">
              <v:shape style="position:absolute;left:7649;top:11344;width:2302;height:253" coordorigin="7649,11344" coordsize="2302,253" path="m9950,11344l9938,11356,9938,11585,7662,11585,7649,11597,9950,11597,9950,11344e" filled="t" fillcolor="#ECE9D8" stroked="f">
                <v:path arrowok="t"/>
                <v:fill/>
              </v:shape>
            </v:group>
            <v:group style="position:absolute;left:2288;top:11622;width:5335;height:253" coordorigin="2288,11622" coordsize="5335,253">
              <v:shape style="position:absolute;left:2288;top:11622;width:5335;height:253" coordorigin="2288,11622" coordsize="5335,253" path="m7624,11622l2288,11622,2288,11875,2300,11862,2300,11634,7612,11634,7624,11622e" filled="t" fillcolor="#ACA89A" stroked="f">
                <v:path arrowok="t"/>
                <v:fill/>
              </v:shape>
            </v:group>
            <v:group style="position:absolute;left:2288;top:11622;width:5335;height:253" coordorigin="2288,11622" coordsize="5335,253">
              <v:shape style="position:absolute;left:2288;top:11622;width:5335;height:253" coordorigin="2288,11622" coordsize="5335,253" path="m7624,11622l7612,11634,7612,11862,2300,11862,2288,11875,7624,11875,7624,11622e" filled="t" fillcolor="#ECE9D8" stroked="f">
                <v:path arrowok="t"/>
                <v:fill/>
              </v:shape>
            </v:group>
            <v:group style="position:absolute;left:7649;top:11622;width:2302;height:253" coordorigin="7649,11622" coordsize="2302,253">
              <v:shape style="position:absolute;left:7649;top:11622;width:2302;height:253" coordorigin="7649,11622" coordsize="2302,253" path="m9950,11622l7649,11622,7649,11875,7662,11862,7662,11634,9938,11634,9950,11622e" filled="t" fillcolor="#ACA89A" stroked="f">
                <v:path arrowok="t"/>
                <v:fill/>
              </v:shape>
            </v:group>
            <v:group style="position:absolute;left:7649;top:11622;width:2302;height:253" coordorigin="7649,11622" coordsize="2302,253">
              <v:shape style="position:absolute;left:7649;top:11622;width:2302;height:253" coordorigin="7649,11622" coordsize="2302,253" path="m9950,11622l9938,11634,9938,11862,7662,11862,7649,11875,9950,11875,9950,11622e" filled="t" fillcolor="#ECE9D8" stroked="f">
                <v:path arrowok="t"/>
                <v:fill/>
              </v:shape>
            </v:group>
            <v:group style="position:absolute;left:2288;top:11900;width:5335;height:253" coordorigin="2288,11900" coordsize="5335,253">
              <v:shape style="position:absolute;left:2288;top:11900;width:5335;height:253" coordorigin="2288,11900" coordsize="5335,253" path="m7624,11900l2288,11900,2288,12154,2300,12142,2300,11912,7612,11912,7624,11900e" filled="t" fillcolor="#ACA89A" stroked="f">
                <v:path arrowok="t"/>
                <v:fill/>
              </v:shape>
            </v:group>
            <v:group style="position:absolute;left:2288;top:11900;width:5335;height:253" coordorigin="2288,11900" coordsize="5335,253">
              <v:shape style="position:absolute;left:2288;top:11900;width:5335;height:253" coordorigin="2288,11900" coordsize="5335,253" path="m7624,11900l7612,11912,7612,12142,2300,12142,2288,12154,7624,12154,7624,11900e" filled="t" fillcolor="#ECE9D8" stroked="f">
                <v:path arrowok="t"/>
                <v:fill/>
              </v:shape>
            </v:group>
            <v:group style="position:absolute;left:7649;top:11900;width:2302;height:253" coordorigin="7649,11900" coordsize="2302,253">
              <v:shape style="position:absolute;left:7649;top:11900;width:2302;height:253" coordorigin="7649,11900" coordsize="2302,253" path="m9950,11900l7649,11900,7649,12154,7662,12142,7662,11912,9938,11912,9950,11900e" filled="t" fillcolor="#ACA89A" stroked="f">
                <v:path arrowok="t"/>
                <v:fill/>
              </v:shape>
            </v:group>
            <v:group style="position:absolute;left:7649;top:11900;width:2302;height:253" coordorigin="7649,11900" coordsize="2302,253">
              <v:shape style="position:absolute;left:7649;top:11900;width:2302;height:253" coordorigin="7649,11900" coordsize="2302,253" path="m9950,11900l9938,11912,9938,12142,7662,12142,7649,12154,9950,12154,9950,11900e" filled="t" fillcolor="#ECE9D8" stroked="f">
                <v:path arrowok="t"/>
                <v:fill/>
              </v:shape>
            </v:group>
            <v:group style="position:absolute;left:2288;top:12180;width:5335;height:253" coordorigin="2288,12180" coordsize="5335,253">
              <v:shape style="position:absolute;left:2288;top:12180;width:5335;height:253" coordorigin="2288,12180" coordsize="5335,253" path="m7624,12180l2288,12180,2288,12433,2300,12420,2300,12192,7612,12192,7624,12180e" filled="t" fillcolor="#ACA89A" stroked="f">
                <v:path arrowok="t"/>
                <v:fill/>
              </v:shape>
            </v:group>
            <v:group style="position:absolute;left:2288;top:12180;width:5335;height:253" coordorigin="2288,12180" coordsize="5335,253">
              <v:shape style="position:absolute;left:2288;top:12180;width:5335;height:253" coordorigin="2288,12180" coordsize="5335,253" path="m7624,12180l7612,12192,7612,12420,2300,12420,2288,12433,7624,12433,7624,12180e" filled="t" fillcolor="#ECE9D8" stroked="f">
                <v:path arrowok="t"/>
                <v:fill/>
              </v:shape>
            </v:group>
            <v:group style="position:absolute;left:7649;top:12180;width:2302;height:253" coordorigin="7649,12180" coordsize="2302,253">
              <v:shape style="position:absolute;left:7649;top:12180;width:2302;height:253" coordorigin="7649,12180" coordsize="2302,253" path="m9950,12180l7649,12180,7649,12433,7662,12420,7662,12192,9938,12192,9950,12180e" filled="t" fillcolor="#ACA89A" stroked="f">
                <v:path arrowok="t"/>
                <v:fill/>
              </v:shape>
            </v:group>
            <v:group style="position:absolute;left:7649;top:12180;width:2302;height:253" coordorigin="7649,12180" coordsize="2302,253">
              <v:shape style="position:absolute;left:7649;top:12180;width:2302;height:253" coordorigin="7649,12180" coordsize="2302,253" path="m9950,12180l9938,12192,9938,12420,7662,12420,7649,12433,9950,12433,9950,12180e" filled="t" fillcolor="#ECE9D8" stroked="f">
                <v:path arrowok="t"/>
                <v:fill/>
              </v:shape>
            </v:group>
            <v:group style="position:absolute;left:2288;top:12458;width:5335;height:253" coordorigin="2288,12458" coordsize="5335,253">
              <v:shape style="position:absolute;left:2288;top:12458;width:5335;height:253" coordorigin="2288,12458" coordsize="5335,253" path="m7624,12458l2288,12458,2288,12712,2300,12700,2300,12472,7612,12472,7624,12458e" filled="t" fillcolor="#ACA89A" stroked="f">
                <v:path arrowok="t"/>
                <v:fill/>
              </v:shape>
            </v:group>
            <v:group style="position:absolute;left:2288;top:12458;width:5335;height:253" coordorigin="2288,12458" coordsize="5335,253">
              <v:shape style="position:absolute;left:2288;top:12458;width:5335;height:253" coordorigin="2288,12458" coordsize="5335,253" path="m7624,12458l7612,12472,7612,12700,2300,12700,2288,12712,7624,12712,7624,12458e" filled="t" fillcolor="#ECE9D8" stroked="f">
                <v:path arrowok="t"/>
                <v:fill/>
              </v:shape>
            </v:group>
            <v:group style="position:absolute;left:7649;top:12458;width:2302;height:253" coordorigin="7649,12458" coordsize="2302,253">
              <v:shape style="position:absolute;left:7649;top:12458;width:2302;height:253" coordorigin="7649,12458" coordsize="2302,253" path="m9950,12458l7649,12458,7649,12712,7662,12700,7662,12472,9938,12472,9950,12458e" filled="t" fillcolor="#ACA89A" stroked="f">
                <v:path arrowok="t"/>
                <v:fill/>
              </v:shape>
            </v:group>
            <v:group style="position:absolute;left:7649;top:12458;width:2302;height:253" coordorigin="7649,12458" coordsize="2302,253">
              <v:shape style="position:absolute;left:7649;top:12458;width:2302;height:253" coordorigin="7649,12458" coordsize="2302,253" path="m9950,12458l9938,12472,9938,12700,7662,12700,7649,12712,9950,12712,9950,12458e" filled="t" fillcolor="#ECE9D8" stroked="f">
                <v:path arrowok="t"/>
                <v:fill/>
              </v:shape>
            </v:group>
            <v:group style="position:absolute;left:2250;top:13434;width:7740;height:1646" coordorigin="2250,13434" coordsize="7740,1646">
              <v:shape style="position:absolute;left:2250;top:13434;width:7740;height:1646" coordorigin="2250,13434" coordsize="7740,1646" path="m9990,13434l2250,13434,2250,15080,2262,15080,2262,13446,9978,13446,9990,13434e" filled="t" fillcolor="#ECE9D8" stroked="f">
                <v:path arrowok="t"/>
                <v:fill/>
              </v:shape>
            </v:group>
            <v:group style="position:absolute;left:9978;top:13434;width:12;height:1646" coordorigin="9978,13434" coordsize="12,1646">
              <v:shape style="position:absolute;left:9978;top:13434;width:12;height:1646" coordorigin="9978,13434" coordsize="12,1646" path="m9990,13434l9990,13434e" filled="f" stroked="t" strokeweight=".1pt" strokecolor="#ACA89A">
                <v:path arrowok="t"/>
              </v:shape>
            </v:group>
            <v:group style="position:absolute;left:2288;top:13472;width:3392;height:253" coordorigin="2288,13472" coordsize="3392,253">
              <v:shape style="position:absolute;left:2288;top:13472;width:3392;height:253" coordorigin="2288,13472" coordsize="3392,253" path="m5681,13472l2288,13472,2288,13726,2300,13712,2300,13484,5668,13484,5681,13472e" filled="t" fillcolor="#ACA89A" stroked="f">
                <v:path arrowok="t"/>
                <v:fill/>
              </v:shape>
            </v:group>
            <v:group style="position:absolute;left:2288;top:13472;width:3392;height:253" coordorigin="2288,13472" coordsize="3392,253">
              <v:shape style="position:absolute;left:2288;top:13472;width:3392;height:253" coordorigin="2288,13472" coordsize="3392,253" path="m5681,13472l5668,13484,5668,13712,2300,13712,2288,13726,5681,13726,5681,13472e" filled="t" fillcolor="#ECE9D8" stroked="f">
                <v:path arrowok="t"/>
                <v:fill/>
              </v:shape>
            </v:group>
            <v:group style="position:absolute;left:5706;top:13472;width:4244;height:253" coordorigin="5706,13472" coordsize="4244,253">
              <v:shape style="position:absolute;left:5706;top:13472;width:4244;height:253" coordorigin="5706,13472" coordsize="4244,253" path="m9950,13472l5706,13472,5706,13726,5719,13712,5719,13484,9937,13484,9950,13472e" filled="t" fillcolor="#ACA89A" stroked="f">
                <v:path arrowok="t"/>
                <v:fill/>
              </v:shape>
            </v:group>
            <v:group style="position:absolute;left:5706;top:13472;width:4244;height:253" coordorigin="5706,13472" coordsize="4244,253">
              <v:shape style="position:absolute;left:5706;top:13472;width:4244;height:253" coordorigin="5706,13472" coordsize="4244,253" path="m9950,13472l9937,13484,9937,13712,5719,13712,5706,13726,9950,13726,9950,13472e" filled="t" fillcolor="#ECE9D8" stroked="f">
                <v:path arrowok="t"/>
                <v:fill/>
              </v:shape>
            </v:group>
            <v:group style="position:absolute;left:2288;top:13751;width:3392;height:253" coordorigin="2288,13751" coordsize="3392,253">
              <v:shape style="position:absolute;left:2288;top:13751;width:3392;height:253" coordorigin="2288,13751" coordsize="3392,253" path="m5681,13751l2288,13751,2288,14004,2300,13992,2300,13764,5668,13764,5681,13751e" filled="t" fillcolor="#ACA89A" stroked="f">
                <v:path arrowok="t"/>
                <v:fill/>
              </v:shape>
            </v:group>
            <v:group style="position:absolute;left:2288;top:13751;width:3392;height:253" coordorigin="2288,13751" coordsize="3392,253">
              <v:shape style="position:absolute;left:2288;top:13751;width:3392;height:253" coordorigin="2288,13751" coordsize="3392,253" path="m5681,13751l5668,13764,5668,13992,2300,13992,2288,14004,5681,14004,5681,13751e" filled="t" fillcolor="#ECE9D8" stroked="f">
                <v:path arrowok="t"/>
                <v:fill/>
              </v:shape>
            </v:group>
            <v:group style="position:absolute;left:5706;top:13751;width:4244;height:253" coordorigin="5706,13751" coordsize="4244,253">
              <v:shape style="position:absolute;left:5706;top:13751;width:4244;height:253" coordorigin="5706,13751" coordsize="4244,253" path="m9950,13751l5706,13751,5706,14004,5719,13992,5719,13764,9937,13764,9950,13751e" filled="t" fillcolor="#ACA89A" stroked="f">
                <v:path arrowok="t"/>
                <v:fill/>
              </v:shape>
            </v:group>
            <v:group style="position:absolute;left:5706;top:13751;width:4244;height:253" coordorigin="5706,13751" coordsize="4244,253">
              <v:shape style="position:absolute;left:5706;top:13751;width:4244;height:253" coordorigin="5706,13751" coordsize="4244,253" path="m9950,13751l9937,13764,9937,13992,5719,13992,5706,14004,9950,14004,9950,13751e" filled="t" fillcolor="#ECE9D8" stroked="f">
                <v:path arrowok="t"/>
                <v:fill/>
              </v:shape>
            </v:group>
            <v:group style="position:absolute;left:2288;top:14030;width:3392;height:253" coordorigin="2288,14030" coordsize="3392,253">
              <v:shape style="position:absolute;left:2288;top:14030;width:3392;height:253" coordorigin="2288,14030" coordsize="3392,253" path="m5681,14030l2288,14030,2288,14284,2300,14270,2300,14042,5668,14042,5681,14030e" filled="t" fillcolor="#ACA89A" stroked="f">
                <v:path arrowok="t"/>
                <v:fill/>
              </v:shape>
            </v:group>
            <v:group style="position:absolute;left:2288;top:14030;width:3392;height:253" coordorigin="2288,14030" coordsize="3392,253">
              <v:shape style="position:absolute;left:2288;top:14030;width:3392;height:253" coordorigin="2288,14030" coordsize="3392,253" path="m5681,14030l5668,14042,5668,14270,2300,14270,2288,14284,5681,14284,5681,14030e" filled="t" fillcolor="#ECE9D8" stroked="f">
                <v:path arrowok="t"/>
                <v:fill/>
              </v:shape>
            </v:group>
            <v:group style="position:absolute;left:5706;top:14030;width:4244;height:253" coordorigin="5706,14030" coordsize="4244,253">
              <v:shape style="position:absolute;left:5706;top:14030;width:4244;height:253" coordorigin="5706,14030" coordsize="4244,253" path="m9950,14030l5706,14030,5706,14284,5719,14270,5719,14042,9937,14042,9950,14030e" filled="t" fillcolor="#ACA89A" stroked="f">
                <v:path arrowok="t"/>
                <v:fill/>
              </v:shape>
            </v:group>
            <v:group style="position:absolute;left:5706;top:14030;width:4244;height:253" coordorigin="5706,14030" coordsize="4244,253">
              <v:shape style="position:absolute;left:5706;top:14030;width:4244;height:253" coordorigin="5706,14030" coordsize="4244,253" path="m9950,14030l9937,14042,9937,14270,5719,14270,5706,14284,9950,14284,9950,14030e" filled="t" fillcolor="#ECE9D8" stroked="f">
                <v:path arrowok="t"/>
                <v:fill/>
              </v:shape>
            </v:group>
            <v:group style="position:absolute;left:2288;top:14309;width:3392;height:253" coordorigin="2288,14309" coordsize="3392,253">
              <v:shape style="position:absolute;left:2288;top:14309;width:3392;height:253" coordorigin="2288,14309" coordsize="3392,253" path="m5681,14309l2288,14309,2288,14562,2300,14550,2300,14322,5668,14322,5681,14309e" filled="t" fillcolor="#ACA89A" stroked="f">
                <v:path arrowok="t"/>
                <v:fill/>
              </v:shape>
            </v:group>
            <v:group style="position:absolute;left:2288;top:14309;width:3392;height:253" coordorigin="2288,14309" coordsize="3392,253">
              <v:shape style="position:absolute;left:2288;top:14309;width:3392;height:253" coordorigin="2288,14309" coordsize="3392,253" path="m5681,14309l5668,14322,5668,14550,2300,14550,2288,14562,5681,14562,5681,14309e" filled="t" fillcolor="#ECE9D8" stroked="f">
                <v:path arrowok="t"/>
                <v:fill/>
              </v:shape>
            </v:group>
            <v:group style="position:absolute;left:5706;top:14309;width:4244;height:253" coordorigin="5706,14309" coordsize="4244,253">
              <v:shape style="position:absolute;left:5706;top:14309;width:4244;height:253" coordorigin="5706,14309" coordsize="4244,253" path="m9950,14309l5706,14309,5706,14562,5719,14550,5719,14322,9937,14322,9950,14309e" filled="t" fillcolor="#ACA89A" stroked="f">
                <v:path arrowok="t"/>
                <v:fill/>
              </v:shape>
            </v:group>
            <v:group style="position:absolute;left:5706;top:14309;width:4244;height:253" coordorigin="5706,14309" coordsize="4244,253">
              <v:shape style="position:absolute;left:5706;top:14309;width:4244;height:253" coordorigin="5706,14309" coordsize="4244,253" path="m9950,14309l9937,14322,9937,14550,5719,14550,5706,14562,9950,14562,9950,14309e" filled="t" fillcolor="#ECE9D8" stroked="f">
                <v:path arrowok="t"/>
                <v:fill/>
              </v:shape>
            </v:group>
            <v:group style="position:absolute;left:2288;top:14588;width:3392;height:253" coordorigin="2288,14588" coordsize="3392,253">
              <v:shape style="position:absolute;left:2288;top:14588;width:3392;height:253" coordorigin="2288,14588" coordsize="3392,253" path="m5681,14588l2288,14588,2288,14842,2300,14830,2300,14600,5668,14600,5681,14588e" filled="t" fillcolor="#ACA89A" stroked="f">
                <v:path arrowok="t"/>
                <v:fill/>
              </v:shape>
            </v:group>
            <v:group style="position:absolute;left:2288;top:14588;width:3392;height:253" coordorigin="2288,14588" coordsize="3392,253">
              <v:shape style="position:absolute;left:2288;top:14588;width:3392;height:253" coordorigin="2288,14588" coordsize="3392,253" path="m5681,14588l5668,14600,5668,14830,2300,14830,2288,14842,5681,14842,5681,14588e" filled="t" fillcolor="#ECE9D8" stroked="f">
                <v:path arrowok="t"/>
                <v:fill/>
              </v:shape>
            </v:group>
            <v:group style="position:absolute;left:5706;top:14588;width:4244;height:253" coordorigin="5706,14588" coordsize="4244,253">
              <v:shape style="position:absolute;left:5706;top:14588;width:4244;height:253" coordorigin="5706,14588" coordsize="4244,253" path="m9950,14588l5706,14588,5706,14842,5719,14830,5719,14600,9937,14600,9950,14588e" filled="t" fillcolor="#ACA89A" stroked="f">
                <v:path arrowok="t"/>
                <v:fill/>
              </v:shape>
            </v:group>
            <v:group style="position:absolute;left:5706;top:14588;width:4244;height:253" coordorigin="5706,14588" coordsize="4244,253">
              <v:shape style="position:absolute;left:5706;top:14588;width:4244;height:253" coordorigin="5706,14588" coordsize="4244,253" path="m9950,14588l9937,14600,9937,14830,5719,14830,5706,14842,9950,14842,9950,14588e" filled="t" fillcolor="#ECE9D8" stroked="f">
                <v:path arrowok="t"/>
                <v:fill/>
              </v:shape>
            </v:group>
            <v:group style="position:absolute;left:2288;top:14867;width:3392;height:200" coordorigin="2288,14867" coordsize="3392,200">
              <v:shape style="position:absolute;left:2288;top:14867;width:3392;height:200" coordorigin="2288,14867" coordsize="3392,200" path="m5681,14867l2288,14867,2288,15067,2300,15067,2300,14880,5668,14880,5681,14867e" filled="t" fillcolor="#ACA89A" stroked="f">
                <v:path arrowok="t"/>
                <v:fill/>
              </v:shape>
            </v:group>
            <v:group style="position:absolute;left:5668;top:14867;width:13;height:200" coordorigin="5668,14867" coordsize="13,200">
              <v:shape style="position:absolute;left:5668;top:14867;width:13;height:200" coordorigin="5668,14867" coordsize="13,200" path="m5681,14867l5668,14880,5668,15067,5681,15067,5681,14867e" filled="t" fillcolor="#ECE9D8" stroked="f">
                <v:path arrowok="t"/>
                <v:fill/>
              </v:shape>
            </v:group>
            <v:group style="position:absolute;left:5706;top:14867;width:4244;height:200" coordorigin="5706,14867" coordsize="4244,200">
              <v:shape style="position:absolute;left:5706;top:14867;width:4244;height:200" coordorigin="5706,14867" coordsize="4244,200" path="m9950,14867l5706,14867,5706,15067,5719,15067,5719,14880,9937,14880,9950,14867e" filled="t" fillcolor="#ACA89A" stroked="f">
                <v:path arrowok="t"/>
                <v:fill/>
              </v:shape>
            </v:group>
            <v:group style="position:absolute;left:9937;top:14867;width:13;height:200" coordorigin="9937,14867" coordsize="13,200">
              <v:shape style="position:absolute;left:9937;top:14867;width:13;height:200" coordorigin="9937,14867" coordsize="13,200" path="m9950,14867l9937,14880,9937,15067,9950,15067,9950,14867e" filled="t" fillcolor="#ECE9D8" stroked="f">
                <v:path arrowok="t"/>
                <v:fill/>
              </v:shape>
            </v:group>
            <w10:wrap type="none"/>
          </v:group>
        </w:pict>
      </w:r>
      <w:r>
        <w:rPr>
          <w:rFonts w:ascii="Verdana" w:hAnsi="Verdana" w:cs="Verdana" w:eastAsia="Verdana"/>
          <w:sz w:val="18"/>
          <w:szCs w:val="18"/>
          <w:color w:val="FFEEC3"/>
          <w:spacing w:val="0"/>
          <w:w w:val="100"/>
          <w:b/>
          <w:bCs/>
          <w:position w:val="-1"/>
        </w:rPr>
        <w:t>CTE</w:t>
      </w:r>
      <w:r>
        <w:rPr>
          <w:rFonts w:ascii="Verdana" w:hAnsi="Verdana" w:cs="Verdana" w:eastAsia="Verdana"/>
          <w:sz w:val="18"/>
          <w:szCs w:val="18"/>
          <w:color w:val="FFEEC3"/>
          <w:spacing w:val="0"/>
          <w:w w:val="100"/>
          <w:b/>
          <w:bCs/>
          <w:position w:val="-1"/>
        </w:rPr>
        <w:t> </w:t>
      </w:r>
      <w:r>
        <w:rPr>
          <w:rFonts w:ascii="Verdana" w:hAnsi="Verdana" w:cs="Verdana" w:eastAsia="Verdana"/>
          <w:sz w:val="18"/>
          <w:szCs w:val="18"/>
          <w:color w:val="FFEEC3"/>
          <w:spacing w:val="0"/>
          <w:w w:val="100"/>
          <w:b/>
          <w:bCs/>
          <w:position w:val="-1"/>
        </w:rPr>
        <w:t>Teaching</w:t>
      </w:r>
      <w:r>
        <w:rPr>
          <w:rFonts w:ascii="Verdana" w:hAnsi="Verdana" w:cs="Verdana" w:eastAsia="Verdana"/>
          <w:sz w:val="18"/>
          <w:szCs w:val="18"/>
          <w:color w:val="FFEEC3"/>
          <w:spacing w:val="0"/>
          <w:w w:val="100"/>
          <w:b/>
          <w:bCs/>
          <w:position w:val="-1"/>
        </w:rPr>
        <w:t> </w:t>
      </w:r>
      <w:r>
        <w:rPr>
          <w:rFonts w:ascii="Verdana" w:hAnsi="Verdana" w:cs="Verdana" w:eastAsia="Verdana"/>
          <w:sz w:val="18"/>
          <w:szCs w:val="18"/>
          <w:color w:val="FFEEC3"/>
          <w:spacing w:val="0"/>
          <w:w w:val="100"/>
          <w:b/>
          <w:bCs/>
          <w:position w:val="-1"/>
        </w:rPr>
        <w:t>Ti</w:t>
      </w:r>
      <w:r>
        <w:rPr>
          <w:rFonts w:ascii="Verdana" w:hAnsi="Verdana" w:cs="Verdana" w:eastAsia="Verdana"/>
          <w:sz w:val="18"/>
          <w:szCs w:val="18"/>
          <w:color w:val="FFEEC3"/>
          <w:spacing w:val="1"/>
          <w:w w:val="100"/>
          <w:b/>
          <w:bCs/>
          <w:position w:val="-1"/>
        </w:rPr>
        <w:t>p</w:t>
      </w:r>
      <w:r>
        <w:rPr>
          <w:rFonts w:ascii="Verdana" w:hAnsi="Verdana" w:cs="Verdana" w:eastAsia="Verdana"/>
          <w:sz w:val="18"/>
          <w:szCs w:val="18"/>
          <w:color w:val="FFEEC3"/>
          <w:spacing w:val="0"/>
          <w:w w:val="100"/>
          <w:b/>
          <w:bCs/>
          <w:position w:val="-1"/>
        </w:rPr>
        <w:t>s</w:t>
        <w:tab/>
      </w:r>
      <w:r>
        <w:rPr>
          <w:rFonts w:ascii="Verdana" w:hAnsi="Verdana" w:cs="Verdana" w:eastAsia="Verdana"/>
          <w:sz w:val="18"/>
          <w:szCs w:val="18"/>
          <w:color w:val="FFEEC3"/>
          <w:spacing w:val="0"/>
          <w:w w:val="100"/>
          <w:b/>
          <w:bCs/>
          <w:position w:val="-1"/>
        </w:rPr>
      </w:r>
      <w:r>
        <w:rPr>
          <w:rFonts w:ascii="Verdana" w:hAnsi="Verdana" w:cs="Verdana" w:eastAsia="Verdana"/>
          <w:sz w:val="11"/>
          <w:szCs w:val="11"/>
          <w:color w:val="FFEEC3"/>
          <w:spacing w:val="0"/>
          <w:w w:val="100"/>
          <w:b/>
          <w:bCs/>
          <w:position w:val="2"/>
        </w:rPr>
        <w:t>C</w:t>
      </w:r>
      <w:r>
        <w:rPr>
          <w:rFonts w:ascii="Verdana" w:hAnsi="Verdana" w:cs="Verdana" w:eastAsia="Verdana"/>
          <w:sz w:val="11"/>
          <w:szCs w:val="11"/>
          <w:color w:val="FFEEC3"/>
          <w:spacing w:val="-1"/>
          <w:w w:val="100"/>
          <w:b/>
          <w:bCs/>
          <w:position w:val="2"/>
        </w:rPr>
        <w:t>l</w:t>
      </w:r>
      <w:r>
        <w:rPr>
          <w:rFonts w:ascii="Verdana" w:hAnsi="Verdana" w:cs="Verdana" w:eastAsia="Verdana"/>
          <w:sz w:val="11"/>
          <w:szCs w:val="11"/>
          <w:color w:val="FFEEC3"/>
          <w:spacing w:val="0"/>
          <w:w w:val="100"/>
          <w:b/>
          <w:bCs/>
          <w:position w:val="2"/>
        </w:rPr>
        <w:t>ick</w:t>
      </w:r>
      <w:r>
        <w:rPr>
          <w:rFonts w:ascii="Verdana" w:hAnsi="Verdana" w:cs="Verdana" w:eastAsia="Verdana"/>
          <w:sz w:val="11"/>
          <w:szCs w:val="11"/>
          <w:color w:val="FFEEC3"/>
          <w:spacing w:val="11"/>
          <w:w w:val="100"/>
          <w:b/>
          <w:bCs/>
          <w:position w:val="2"/>
        </w:rPr>
        <w:t> </w:t>
      </w:r>
      <w:r>
        <w:rPr>
          <w:rFonts w:ascii="Verdana" w:hAnsi="Verdana" w:cs="Verdana" w:eastAsia="Verdana"/>
          <w:sz w:val="11"/>
          <w:szCs w:val="11"/>
          <w:color w:val="FFEEC3"/>
          <w:spacing w:val="-1"/>
          <w:w w:val="100"/>
          <w:b/>
          <w:bCs/>
          <w:position w:val="2"/>
        </w:rPr>
        <w:t>h</w:t>
      </w:r>
      <w:r>
        <w:rPr>
          <w:rFonts w:ascii="Verdana" w:hAnsi="Verdana" w:cs="Verdana" w:eastAsia="Verdana"/>
          <w:sz w:val="11"/>
          <w:szCs w:val="11"/>
          <w:color w:val="FFEEC3"/>
          <w:spacing w:val="1"/>
          <w:w w:val="100"/>
          <w:b/>
          <w:bCs/>
          <w:position w:val="2"/>
        </w:rPr>
        <w:t>e</w:t>
      </w:r>
      <w:r>
        <w:rPr>
          <w:rFonts w:ascii="Verdana" w:hAnsi="Verdana" w:cs="Verdana" w:eastAsia="Verdana"/>
          <w:sz w:val="11"/>
          <w:szCs w:val="11"/>
          <w:color w:val="FFEEC3"/>
          <w:spacing w:val="0"/>
          <w:w w:val="100"/>
          <w:b/>
          <w:bCs/>
          <w:position w:val="2"/>
        </w:rPr>
        <w:t>re</w:t>
      </w:r>
      <w:r>
        <w:rPr>
          <w:rFonts w:ascii="Verdana" w:hAnsi="Verdana" w:cs="Verdana" w:eastAsia="Verdana"/>
          <w:sz w:val="11"/>
          <w:szCs w:val="11"/>
          <w:color w:val="FFEEC3"/>
          <w:spacing w:val="10"/>
          <w:w w:val="100"/>
          <w:b/>
          <w:bCs/>
          <w:position w:val="2"/>
        </w:rPr>
        <w:t> </w:t>
      </w:r>
      <w:r>
        <w:rPr>
          <w:rFonts w:ascii="Verdana" w:hAnsi="Verdana" w:cs="Verdana" w:eastAsia="Verdana"/>
          <w:sz w:val="11"/>
          <w:szCs w:val="11"/>
          <w:color w:val="FFEEC3"/>
          <w:spacing w:val="0"/>
          <w:w w:val="100"/>
          <w:b/>
          <w:bCs/>
          <w:position w:val="2"/>
        </w:rPr>
        <w:t>f</w:t>
      </w:r>
      <w:r>
        <w:rPr>
          <w:rFonts w:ascii="Verdana" w:hAnsi="Verdana" w:cs="Verdana" w:eastAsia="Verdana"/>
          <w:sz w:val="11"/>
          <w:szCs w:val="11"/>
          <w:color w:val="FFEEC3"/>
          <w:spacing w:val="1"/>
          <w:w w:val="100"/>
          <w:b/>
          <w:bCs/>
          <w:position w:val="2"/>
        </w:rPr>
        <w:t>o</w:t>
      </w:r>
      <w:r>
        <w:rPr>
          <w:rFonts w:ascii="Verdana" w:hAnsi="Verdana" w:cs="Verdana" w:eastAsia="Verdana"/>
          <w:sz w:val="11"/>
          <w:szCs w:val="11"/>
          <w:color w:val="FFEEC3"/>
          <w:spacing w:val="0"/>
          <w:w w:val="100"/>
          <w:b/>
          <w:bCs/>
          <w:position w:val="2"/>
        </w:rPr>
        <w:t>r</w:t>
      </w:r>
      <w:r>
        <w:rPr>
          <w:rFonts w:ascii="Verdana" w:hAnsi="Verdana" w:cs="Verdana" w:eastAsia="Verdana"/>
          <w:sz w:val="11"/>
          <w:szCs w:val="11"/>
          <w:color w:val="FFEEC3"/>
          <w:spacing w:val="7"/>
          <w:w w:val="100"/>
          <w:b/>
          <w:bCs/>
          <w:position w:val="2"/>
        </w:rPr>
        <w:t> </w:t>
      </w:r>
      <w:r>
        <w:rPr>
          <w:rFonts w:ascii="Verdana" w:hAnsi="Verdana" w:cs="Verdana" w:eastAsia="Verdana"/>
          <w:sz w:val="11"/>
          <w:szCs w:val="11"/>
          <w:color w:val="FFEEC3"/>
          <w:spacing w:val="0"/>
          <w:w w:val="100"/>
          <w:b/>
          <w:bCs/>
          <w:position w:val="2"/>
        </w:rPr>
        <w:t>m</w:t>
      </w:r>
      <w:r>
        <w:rPr>
          <w:rFonts w:ascii="Verdana" w:hAnsi="Verdana" w:cs="Verdana" w:eastAsia="Verdana"/>
          <w:sz w:val="11"/>
          <w:szCs w:val="11"/>
          <w:color w:val="FFEEC3"/>
          <w:spacing w:val="1"/>
          <w:w w:val="100"/>
          <w:b/>
          <w:bCs/>
          <w:position w:val="2"/>
        </w:rPr>
        <w:t>o</w:t>
      </w:r>
      <w:r>
        <w:rPr>
          <w:rFonts w:ascii="Verdana" w:hAnsi="Verdana" w:cs="Verdana" w:eastAsia="Verdana"/>
          <w:sz w:val="11"/>
          <w:szCs w:val="11"/>
          <w:color w:val="FFEEC3"/>
          <w:spacing w:val="0"/>
          <w:w w:val="100"/>
          <w:b/>
          <w:bCs/>
          <w:position w:val="2"/>
        </w:rPr>
        <w:t>re</w:t>
      </w:r>
      <w:r>
        <w:rPr>
          <w:rFonts w:ascii="Verdana" w:hAnsi="Verdana" w:cs="Verdana" w:eastAsia="Verdana"/>
          <w:sz w:val="11"/>
          <w:szCs w:val="11"/>
          <w:color w:val="FFEEC3"/>
          <w:spacing w:val="12"/>
          <w:w w:val="100"/>
          <w:b/>
          <w:bCs/>
          <w:position w:val="2"/>
        </w:rPr>
        <w:t> </w:t>
      </w:r>
      <w:r>
        <w:rPr>
          <w:rFonts w:ascii="Verdana" w:hAnsi="Verdana" w:cs="Verdana" w:eastAsia="Verdana"/>
          <w:sz w:val="11"/>
          <w:szCs w:val="11"/>
          <w:color w:val="FFEEC3"/>
          <w:spacing w:val="0"/>
          <w:w w:val="103"/>
          <w:b/>
          <w:bCs/>
          <w:position w:val="2"/>
        </w:rPr>
        <w:t>Te</w:t>
      </w:r>
      <w:r>
        <w:rPr>
          <w:rFonts w:ascii="Verdana" w:hAnsi="Verdana" w:cs="Verdana" w:eastAsia="Verdana"/>
          <w:sz w:val="11"/>
          <w:szCs w:val="11"/>
          <w:color w:val="FFEEC3"/>
          <w:spacing w:val="1"/>
          <w:w w:val="103"/>
          <w:b/>
          <w:bCs/>
          <w:position w:val="2"/>
        </w:rPr>
        <w:t>a</w:t>
      </w:r>
      <w:r>
        <w:rPr>
          <w:rFonts w:ascii="Verdana" w:hAnsi="Verdana" w:cs="Verdana" w:eastAsia="Verdana"/>
          <w:sz w:val="11"/>
          <w:szCs w:val="11"/>
          <w:color w:val="FFEEC3"/>
          <w:spacing w:val="0"/>
          <w:w w:val="103"/>
          <w:b/>
          <w:bCs/>
          <w:position w:val="2"/>
        </w:rPr>
        <w:t>c</w:t>
      </w:r>
      <w:r>
        <w:rPr>
          <w:rFonts w:ascii="Verdana" w:hAnsi="Verdana" w:cs="Verdana" w:eastAsia="Verdana"/>
          <w:sz w:val="11"/>
          <w:szCs w:val="11"/>
          <w:color w:val="000000"/>
          <w:spacing w:val="0"/>
          <w:w w:val="100"/>
          <w:position w:val="0"/>
        </w:rPr>
      </w:r>
    </w:p>
    <w:p>
      <w:pPr>
        <w:spacing w:before="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7" w:after="0" w:line="240" w:lineRule="auto"/>
        <w:ind w:left="114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Meeting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Strategi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to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lp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ep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ud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nts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for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0" w:after="0" w:line="198" w:lineRule="exact"/>
        <w:ind w:left="114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  <w:position w:val="-1"/>
        </w:rPr>
        <w:t>Gro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  <w:position w:val="-1"/>
        </w:rPr>
        <w:t>u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p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  <w:position w:val="-1"/>
        </w:rPr>
        <w:t>Work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</w:r>
    </w:p>
    <w:p>
      <w:pPr>
        <w:spacing w:before="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1" w:after="0" w:line="234" w:lineRule="auto"/>
        <w:ind w:left="114" w:right="4917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1"/>
          <w:w w:val="100"/>
        </w:rPr>
        <w:t>Worki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g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gr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up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is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qu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d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if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f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eren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tha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work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ng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nd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v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u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al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ly.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On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ma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re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a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s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w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h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y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st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u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de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fi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it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ff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c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u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h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h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y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w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no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tra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ne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p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erfor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ef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f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ective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ly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ea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sett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g.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nstructo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ca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he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lp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by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each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ng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org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a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z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a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ti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na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l,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p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rs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na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l,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sc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u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ss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ski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lls</w:t>
      </w:r>
      <w:r>
        <w:rPr>
          <w:rFonts w:ascii="Arial" w:hAnsi="Arial" w:cs="Arial" w:eastAsia="Arial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ha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wi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ll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st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u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de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m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a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na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g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gro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u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dy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am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c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an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hav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p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s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v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te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a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m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w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or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k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exper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en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.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Me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ti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ng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ar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k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y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events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u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g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grou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w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rk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,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an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ther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ar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severa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l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c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h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ni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q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ue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f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run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g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ef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f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ectiv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m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et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ngs.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37" w:after="0" w:line="203" w:lineRule="exact"/>
        <w:ind w:left="114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Plann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ng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and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Running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Meeti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g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</w:r>
    </w:p>
    <w:p>
      <w:pPr>
        <w:spacing w:before="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7" w:after="0" w:line="240" w:lineRule="auto"/>
        <w:ind w:left="63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Steps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th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should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be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ta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</w:rPr>
        <w:t>k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b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fore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m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eting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ppens: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1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94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CATIA Symbols" w:hAnsi="CATIA Symbols" w:cs="CATIA Symbols" w:eastAsia="CATIA Symbols"/>
          <w:sz w:val="12"/>
          <w:szCs w:val="12"/>
          <w:spacing w:val="0"/>
          <w:w w:val="362"/>
        </w:rPr>
        <w:t></w:t>
      </w:r>
      <w:r>
        <w:rPr>
          <w:rFonts w:ascii="CATIA Symbols" w:hAnsi="CATIA Symbols" w:cs="CATIA Symbols" w:eastAsia="CATIA Symbols"/>
          <w:sz w:val="12"/>
          <w:szCs w:val="12"/>
          <w:spacing w:val="8"/>
          <w:w w:val="362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p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l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th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me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ti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g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care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f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ul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l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y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: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w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h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,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w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hat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,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wh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,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w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here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,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why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,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an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ho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w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m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a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ny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" w:after="0" w:line="240" w:lineRule="auto"/>
        <w:ind w:left="94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CATIA Symbols" w:hAnsi="CATIA Symbols" w:cs="CATIA Symbols" w:eastAsia="CATIA Symbols"/>
          <w:sz w:val="12"/>
          <w:szCs w:val="12"/>
          <w:spacing w:val="0"/>
          <w:w w:val="362"/>
        </w:rPr>
        <w:t></w:t>
      </w:r>
      <w:r>
        <w:rPr>
          <w:rFonts w:ascii="CATIA Symbols" w:hAnsi="CATIA Symbols" w:cs="CATIA Symbols" w:eastAsia="CATIA Symbols"/>
          <w:sz w:val="12"/>
          <w:szCs w:val="12"/>
          <w:spacing w:val="8"/>
          <w:w w:val="362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pre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p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ar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a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se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u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ag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nd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,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d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en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ify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g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is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s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u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b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sc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u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s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</w:t>
      </w:r>
    </w:p>
    <w:p>
      <w:pPr>
        <w:spacing w:before="7" w:after="0" w:line="203" w:lineRule="exact"/>
        <w:ind w:left="94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CATIA Symbols" w:hAnsi="CATIA Symbols" w:cs="CATIA Symbols" w:eastAsia="CATIA Symbols"/>
          <w:sz w:val="12"/>
          <w:szCs w:val="12"/>
          <w:spacing w:val="0"/>
          <w:w w:val="362"/>
          <w:position w:val="-1"/>
        </w:rPr>
        <w:t></w:t>
      </w:r>
      <w:r>
        <w:rPr>
          <w:rFonts w:ascii="CATIA Symbols" w:hAnsi="CATIA Symbols" w:cs="CATIA Symbols" w:eastAsia="CATIA Symbols"/>
          <w:sz w:val="12"/>
          <w:szCs w:val="12"/>
          <w:spacing w:val="8"/>
          <w:w w:val="362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set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-1"/>
          <w:w w:val="100"/>
          <w:position w:val="-1"/>
        </w:rPr>
        <w:t>u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p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mee</w:t>
      </w:r>
      <w:r>
        <w:rPr>
          <w:rFonts w:ascii="Arial" w:hAnsi="Arial" w:cs="Arial" w:eastAsia="Arial"/>
          <w:sz w:val="18"/>
          <w:szCs w:val="18"/>
          <w:spacing w:val="-1"/>
          <w:w w:val="100"/>
          <w:position w:val="-1"/>
        </w:rPr>
        <w:t>t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ing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room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send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out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backgro</w:t>
      </w:r>
      <w:r>
        <w:rPr>
          <w:rFonts w:ascii="Arial" w:hAnsi="Arial" w:cs="Arial" w:eastAsia="Arial"/>
          <w:sz w:val="18"/>
          <w:szCs w:val="18"/>
          <w:spacing w:val="-1"/>
          <w:w w:val="100"/>
          <w:position w:val="-1"/>
        </w:rPr>
        <w:t>u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nd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n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f</w:t>
      </w:r>
      <w:r>
        <w:rPr>
          <w:rFonts w:ascii="Arial" w:hAnsi="Arial" w:cs="Arial" w:eastAsia="Arial"/>
          <w:sz w:val="18"/>
          <w:szCs w:val="18"/>
          <w:spacing w:val="-1"/>
          <w:w w:val="100"/>
          <w:position w:val="-1"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rma</w:t>
      </w:r>
      <w:r>
        <w:rPr>
          <w:rFonts w:ascii="Arial" w:hAnsi="Arial" w:cs="Arial" w:eastAsia="Arial"/>
          <w:sz w:val="18"/>
          <w:szCs w:val="18"/>
          <w:spacing w:val="-1"/>
          <w:w w:val="100"/>
          <w:position w:val="-1"/>
        </w:rPr>
        <w:t>t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ion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a</w:t>
      </w:r>
      <w:r>
        <w:rPr>
          <w:rFonts w:ascii="Arial" w:hAnsi="Arial" w:cs="Arial" w:eastAsia="Arial"/>
          <w:sz w:val="18"/>
          <w:szCs w:val="18"/>
          <w:spacing w:val="-1"/>
          <w:w w:val="100"/>
          <w:position w:val="-1"/>
        </w:rPr>
        <w:t>b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out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memb</w:t>
      </w:r>
      <w:r>
        <w:rPr>
          <w:rFonts w:ascii="Arial" w:hAnsi="Arial" w:cs="Arial" w:eastAsia="Arial"/>
          <w:sz w:val="18"/>
          <w:szCs w:val="18"/>
          <w:spacing w:val="-1"/>
          <w:w w:val="100"/>
          <w:position w:val="-1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r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s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</w:r>
    </w:p>
    <w:p>
      <w:pPr>
        <w:spacing w:before="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7" w:after="0" w:line="240" w:lineRule="auto"/>
        <w:ind w:left="597" w:right="5154"/>
        <w:jc w:val="center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Steps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th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should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be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ta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</w:rPr>
        <w:t>k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</w:rPr>
        <w:t>u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ring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me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ting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1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94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CATIA Symbols" w:hAnsi="CATIA Symbols" w:cs="CATIA Symbols" w:eastAsia="CATIA Symbols"/>
          <w:sz w:val="12"/>
          <w:szCs w:val="12"/>
          <w:spacing w:val="0"/>
          <w:w w:val="362"/>
        </w:rPr>
        <w:t></w:t>
      </w:r>
      <w:r>
        <w:rPr>
          <w:rFonts w:ascii="CATIA Symbols" w:hAnsi="CATIA Symbols" w:cs="CATIA Symbols" w:eastAsia="CATIA Symbols"/>
          <w:sz w:val="12"/>
          <w:szCs w:val="12"/>
          <w:spacing w:val="8"/>
          <w:w w:val="362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start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on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time</w:t>
      </w:r>
    </w:p>
    <w:p>
      <w:pPr>
        <w:spacing w:before="7" w:after="0" w:line="240" w:lineRule="auto"/>
        <w:ind w:left="94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CATIA Symbols" w:hAnsi="CATIA Symbols" w:cs="CATIA Symbols" w:eastAsia="CATIA Symbols"/>
          <w:sz w:val="12"/>
          <w:szCs w:val="12"/>
          <w:spacing w:val="0"/>
          <w:w w:val="362"/>
        </w:rPr>
        <w:t></w:t>
      </w:r>
      <w:r>
        <w:rPr>
          <w:rFonts w:ascii="CATIA Symbols" w:hAnsi="CATIA Symbols" w:cs="CATIA Symbols" w:eastAsia="CATIA Symbols"/>
          <w:sz w:val="12"/>
          <w:szCs w:val="12"/>
          <w:spacing w:val="8"/>
          <w:w w:val="362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mak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ntro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d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ucti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g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ou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m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m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b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ers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" w:after="0" w:line="240" w:lineRule="auto"/>
        <w:ind w:left="94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CATIA Symbols" w:hAnsi="CATIA Symbols" w:cs="CATIA Symbols" w:eastAsia="CATIA Symbols"/>
          <w:sz w:val="12"/>
          <w:szCs w:val="12"/>
          <w:spacing w:val="0"/>
          <w:w w:val="362"/>
        </w:rPr>
        <w:t></w:t>
      </w:r>
      <w:r>
        <w:rPr>
          <w:rFonts w:ascii="CATIA Symbols" w:hAnsi="CATIA Symbols" w:cs="CATIA Symbols" w:eastAsia="CATIA Symbols"/>
          <w:sz w:val="12"/>
          <w:szCs w:val="12"/>
          <w:spacing w:val="8"/>
          <w:w w:val="362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clearly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define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roles</w:t>
      </w:r>
    </w:p>
    <w:p>
      <w:pPr>
        <w:spacing w:before="7" w:after="0" w:line="240" w:lineRule="auto"/>
        <w:ind w:left="94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CATIA Symbols" w:hAnsi="CATIA Symbols" w:cs="CATIA Symbols" w:eastAsia="CATIA Symbols"/>
          <w:sz w:val="12"/>
          <w:szCs w:val="12"/>
          <w:spacing w:val="0"/>
          <w:w w:val="362"/>
        </w:rPr>
        <w:t></w:t>
      </w:r>
      <w:r>
        <w:rPr>
          <w:rFonts w:ascii="CATIA Symbols" w:hAnsi="CATIA Symbols" w:cs="CATIA Symbols" w:eastAsia="CATIA Symbols"/>
          <w:sz w:val="12"/>
          <w:szCs w:val="12"/>
          <w:spacing w:val="8"/>
          <w:w w:val="362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revi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w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,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v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se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,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a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d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h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g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enda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" w:after="0" w:line="240" w:lineRule="auto"/>
        <w:ind w:left="94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CATIA Symbols" w:hAnsi="CATIA Symbols" w:cs="CATIA Symbols" w:eastAsia="CATIA Symbols"/>
          <w:sz w:val="12"/>
          <w:szCs w:val="12"/>
          <w:spacing w:val="0"/>
          <w:w w:val="362"/>
        </w:rPr>
        <w:t></w:t>
      </w:r>
      <w:r>
        <w:rPr>
          <w:rFonts w:ascii="CATIA Symbols" w:hAnsi="CATIA Symbols" w:cs="CATIA Symbols" w:eastAsia="CATIA Symbols"/>
          <w:sz w:val="12"/>
          <w:szCs w:val="12"/>
          <w:spacing w:val="8"/>
          <w:w w:val="362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set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clear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time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limi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</w:t>
      </w:r>
    </w:p>
    <w:p>
      <w:pPr>
        <w:spacing w:before="8" w:after="0" w:line="240" w:lineRule="auto"/>
        <w:ind w:left="94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CATIA Symbols" w:hAnsi="CATIA Symbols" w:cs="CATIA Symbols" w:eastAsia="CATIA Symbols"/>
          <w:sz w:val="12"/>
          <w:szCs w:val="12"/>
          <w:spacing w:val="0"/>
          <w:w w:val="362"/>
        </w:rPr>
        <w:t></w:t>
      </w:r>
      <w:r>
        <w:rPr>
          <w:rFonts w:ascii="CATIA Symbols" w:hAnsi="CATIA Symbols" w:cs="CATIA Symbols" w:eastAsia="CATIA Symbols"/>
          <w:sz w:val="12"/>
          <w:szCs w:val="12"/>
          <w:spacing w:val="8"/>
          <w:w w:val="362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revi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w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a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ct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it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m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f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p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evi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u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m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et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ng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" w:after="0" w:line="203" w:lineRule="exact"/>
        <w:ind w:left="94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CATIA Symbols" w:hAnsi="CATIA Symbols" w:cs="CATIA Symbols" w:eastAsia="CATIA Symbols"/>
          <w:sz w:val="12"/>
          <w:szCs w:val="12"/>
          <w:spacing w:val="0"/>
          <w:w w:val="362"/>
          <w:position w:val="-1"/>
        </w:rPr>
        <w:t></w:t>
      </w:r>
      <w:r>
        <w:rPr>
          <w:rFonts w:ascii="CATIA Symbols" w:hAnsi="CATIA Symbols" w:cs="CATIA Symbols" w:eastAsia="CATIA Symbols"/>
          <w:sz w:val="12"/>
          <w:szCs w:val="12"/>
          <w:spacing w:val="8"/>
          <w:w w:val="362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foc</w:t>
      </w:r>
      <w:r>
        <w:rPr>
          <w:rFonts w:ascii="Arial" w:hAnsi="Arial" w:cs="Arial" w:eastAsia="Arial"/>
          <w:sz w:val="18"/>
          <w:szCs w:val="18"/>
          <w:spacing w:val="-1"/>
          <w:w w:val="100"/>
          <w:position w:val="-1"/>
        </w:rPr>
        <w:t>u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s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-1"/>
          <w:w w:val="100"/>
          <w:position w:val="-1"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n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o</w:t>
      </w:r>
      <w:r>
        <w:rPr>
          <w:rFonts w:ascii="Arial" w:hAnsi="Arial" w:cs="Arial" w:eastAsia="Arial"/>
          <w:sz w:val="18"/>
          <w:szCs w:val="18"/>
          <w:spacing w:val="-1"/>
          <w:w w:val="100"/>
          <w:position w:val="-1"/>
        </w:rPr>
        <w:t>n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ss</w:t>
      </w:r>
      <w:r>
        <w:rPr>
          <w:rFonts w:ascii="Arial" w:hAnsi="Arial" w:cs="Arial" w:eastAsia="Arial"/>
          <w:sz w:val="18"/>
          <w:szCs w:val="18"/>
          <w:spacing w:val="-1"/>
          <w:w w:val="100"/>
          <w:position w:val="-1"/>
        </w:rPr>
        <w:t>u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t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a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t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me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</w:r>
    </w:p>
    <w:p>
      <w:pPr>
        <w:spacing w:before="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7" w:after="0" w:line="240" w:lineRule="auto"/>
        <w:ind w:left="63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Step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th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shoul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b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ta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</w:rPr>
        <w:t>k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</w:rPr>
        <w:t>h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en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an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afte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me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ing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1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94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CATIA Symbols" w:hAnsi="CATIA Symbols" w:cs="CATIA Symbols" w:eastAsia="CATIA Symbols"/>
          <w:sz w:val="12"/>
          <w:szCs w:val="12"/>
          <w:spacing w:val="0"/>
          <w:w w:val="362"/>
        </w:rPr>
        <w:t></w:t>
      </w:r>
      <w:r>
        <w:rPr>
          <w:rFonts w:ascii="CATIA Symbols" w:hAnsi="CATIA Symbols" w:cs="CATIA Symbols" w:eastAsia="CATIA Symbols"/>
          <w:sz w:val="12"/>
          <w:szCs w:val="12"/>
          <w:spacing w:val="8"/>
          <w:w w:val="362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record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fi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l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decisions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or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actions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to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be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taken</w:t>
      </w:r>
    </w:p>
    <w:p>
      <w:pPr>
        <w:spacing w:before="7" w:after="0" w:line="240" w:lineRule="auto"/>
        <w:ind w:left="94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CATIA Symbols" w:hAnsi="CATIA Symbols" w:cs="CATIA Symbols" w:eastAsia="CATIA Symbols"/>
          <w:sz w:val="12"/>
          <w:szCs w:val="12"/>
          <w:spacing w:val="0"/>
          <w:w w:val="362"/>
        </w:rPr>
        <w:t></w:t>
      </w:r>
      <w:r>
        <w:rPr>
          <w:rFonts w:ascii="CATIA Symbols" w:hAnsi="CATIA Symbols" w:cs="CATIA Symbols" w:eastAsia="CATIA Symbols"/>
          <w:sz w:val="12"/>
          <w:szCs w:val="12"/>
          <w:spacing w:val="8"/>
          <w:w w:val="362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assi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g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a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sk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grou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m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m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b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ers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8" w:after="0" w:line="240" w:lineRule="auto"/>
        <w:ind w:left="94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CATIA Symbols" w:hAnsi="CATIA Symbols" w:cs="CATIA Symbols" w:eastAsia="CATIA Symbols"/>
          <w:sz w:val="12"/>
          <w:szCs w:val="12"/>
          <w:spacing w:val="0"/>
          <w:w w:val="362"/>
        </w:rPr>
        <w:t></w:t>
      </w:r>
      <w:r>
        <w:rPr>
          <w:rFonts w:ascii="CATIA Symbols" w:hAnsi="CATIA Symbols" w:cs="CATIA Symbols" w:eastAsia="CATIA Symbols"/>
          <w:sz w:val="12"/>
          <w:szCs w:val="12"/>
          <w:spacing w:val="8"/>
          <w:w w:val="362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se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d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ea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d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ne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f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th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tasks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" w:after="0" w:line="240" w:lineRule="auto"/>
        <w:ind w:left="94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CATIA Symbols" w:hAnsi="CATIA Symbols" w:cs="CATIA Symbols" w:eastAsia="CATIA Symbols"/>
          <w:sz w:val="12"/>
          <w:szCs w:val="12"/>
          <w:spacing w:val="0"/>
          <w:w w:val="362"/>
        </w:rPr>
        <w:t></w:t>
      </w:r>
      <w:r>
        <w:rPr>
          <w:rFonts w:ascii="CATIA Symbols" w:hAnsi="CATIA Symbols" w:cs="CATIA Symbols" w:eastAsia="CATIA Symbols"/>
          <w:sz w:val="12"/>
          <w:szCs w:val="12"/>
          <w:spacing w:val="8"/>
          <w:w w:val="362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se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d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at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an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pl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a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c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th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ex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mee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in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g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an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deve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l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p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m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a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y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a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gen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d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</w:t>
      </w:r>
    </w:p>
    <w:p>
      <w:pPr>
        <w:spacing w:before="7" w:after="0" w:line="240" w:lineRule="auto"/>
        <w:ind w:left="94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CATIA Symbols" w:hAnsi="CATIA Symbols" w:cs="CATIA Symbols" w:eastAsia="CATIA Symbols"/>
          <w:sz w:val="12"/>
          <w:szCs w:val="12"/>
          <w:spacing w:val="0"/>
          <w:w w:val="362"/>
        </w:rPr>
        <w:t></w:t>
      </w:r>
      <w:r>
        <w:rPr>
          <w:rFonts w:ascii="CATIA Symbols" w:hAnsi="CATIA Symbols" w:cs="CATIA Symbols" w:eastAsia="CATIA Symbols"/>
          <w:sz w:val="12"/>
          <w:szCs w:val="12"/>
          <w:spacing w:val="8"/>
          <w:w w:val="362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evalua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h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meeti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g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,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get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fe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dback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from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members</w:t>
      </w:r>
    </w:p>
    <w:p>
      <w:pPr>
        <w:spacing w:before="7" w:after="0" w:line="240" w:lineRule="auto"/>
        <w:ind w:left="94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CATIA Symbols" w:hAnsi="CATIA Symbols" w:cs="CATIA Symbols" w:eastAsia="CATIA Symbols"/>
          <w:sz w:val="12"/>
          <w:szCs w:val="12"/>
          <w:spacing w:val="0"/>
          <w:w w:val="362"/>
        </w:rPr>
        <w:t></w:t>
      </w:r>
      <w:r>
        <w:rPr>
          <w:rFonts w:ascii="CATIA Symbols" w:hAnsi="CATIA Symbols" w:cs="CATIA Symbols" w:eastAsia="CATIA Symbols"/>
          <w:sz w:val="12"/>
          <w:szCs w:val="12"/>
          <w:spacing w:val="8"/>
          <w:w w:val="362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s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m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ti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g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tiv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ly</w:t>
      </w:r>
    </w:p>
    <w:p>
      <w:pPr>
        <w:spacing w:before="7" w:after="0" w:line="240" w:lineRule="auto"/>
        <w:ind w:left="94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CATIA Symbols" w:hAnsi="CATIA Symbols" w:cs="CATIA Symbols" w:eastAsia="CATIA Symbols"/>
          <w:sz w:val="12"/>
          <w:szCs w:val="12"/>
          <w:spacing w:val="0"/>
          <w:w w:val="362"/>
        </w:rPr>
        <w:t></w:t>
      </w:r>
      <w:r>
        <w:rPr>
          <w:rFonts w:ascii="CATIA Symbols" w:hAnsi="CATIA Symbols" w:cs="CATIA Symbols" w:eastAsia="CATIA Symbols"/>
          <w:sz w:val="12"/>
          <w:szCs w:val="12"/>
          <w:spacing w:val="8"/>
          <w:w w:val="362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cl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an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u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h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room</w:t>
      </w:r>
    </w:p>
    <w:p>
      <w:pPr>
        <w:spacing w:before="7" w:after="0" w:line="203" w:lineRule="exact"/>
        <w:ind w:left="94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CATIA Symbols" w:hAnsi="CATIA Symbols" w:cs="CATIA Symbols" w:eastAsia="CATIA Symbols"/>
          <w:sz w:val="12"/>
          <w:szCs w:val="12"/>
          <w:spacing w:val="0"/>
          <w:w w:val="362"/>
          <w:position w:val="-1"/>
        </w:rPr>
        <w:t></w:t>
      </w:r>
      <w:r>
        <w:rPr>
          <w:rFonts w:ascii="CATIA Symbols" w:hAnsi="CATIA Symbols" w:cs="CATIA Symbols" w:eastAsia="CATIA Symbols"/>
          <w:sz w:val="12"/>
          <w:szCs w:val="12"/>
          <w:spacing w:val="8"/>
          <w:w w:val="362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pre</w:t>
      </w:r>
      <w:r>
        <w:rPr>
          <w:rFonts w:ascii="Arial" w:hAnsi="Arial" w:cs="Arial" w:eastAsia="Arial"/>
          <w:sz w:val="18"/>
          <w:szCs w:val="18"/>
          <w:spacing w:val="-1"/>
          <w:w w:val="100"/>
          <w:position w:val="-1"/>
        </w:rPr>
        <w:t>p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ar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-1"/>
          <w:w w:val="100"/>
          <w:position w:val="-1"/>
        </w:rPr>
        <w:t>t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h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-1"/>
          <w:w w:val="100"/>
          <w:position w:val="-1"/>
        </w:rPr>
        <w:t>g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r</w:t>
      </w:r>
      <w:r>
        <w:rPr>
          <w:rFonts w:ascii="Arial" w:hAnsi="Arial" w:cs="Arial" w:eastAsia="Arial"/>
          <w:sz w:val="18"/>
          <w:szCs w:val="18"/>
          <w:spacing w:val="-1"/>
          <w:w w:val="100"/>
          <w:position w:val="-1"/>
        </w:rPr>
        <w:t>o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u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p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memo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,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d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str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bu</w:t>
      </w:r>
      <w:r>
        <w:rPr>
          <w:rFonts w:ascii="Arial" w:hAnsi="Arial" w:cs="Arial" w:eastAsia="Arial"/>
          <w:sz w:val="18"/>
          <w:szCs w:val="18"/>
          <w:spacing w:val="-1"/>
          <w:w w:val="100"/>
          <w:position w:val="-1"/>
        </w:rPr>
        <w:t>t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t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m</w:t>
      </w:r>
      <w:r>
        <w:rPr>
          <w:rFonts w:ascii="Arial" w:hAnsi="Arial" w:cs="Arial" w:eastAsia="Arial"/>
          <w:sz w:val="18"/>
          <w:szCs w:val="18"/>
          <w:spacing w:val="-1"/>
          <w:w w:val="100"/>
          <w:position w:val="-1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m</w:t>
      </w:r>
      <w:r>
        <w:rPr>
          <w:rFonts w:ascii="Arial" w:hAnsi="Arial" w:cs="Arial" w:eastAsia="Arial"/>
          <w:sz w:val="18"/>
          <w:szCs w:val="18"/>
          <w:spacing w:val="-1"/>
          <w:w w:val="100"/>
          <w:position w:val="-1"/>
        </w:rPr>
        <w:t>b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er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s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an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d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oth</w:t>
      </w:r>
      <w:r>
        <w:rPr>
          <w:rFonts w:ascii="Arial" w:hAnsi="Arial" w:cs="Arial" w:eastAsia="Arial"/>
          <w:sz w:val="18"/>
          <w:szCs w:val="18"/>
          <w:spacing w:val="-1"/>
          <w:w w:val="100"/>
          <w:position w:val="-1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r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s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wh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nee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d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t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k</w:t>
      </w:r>
      <w:r>
        <w:rPr>
          <w:rFonts w:ascii="Arial" w:hAnsi="Arial" w:cs="Arial" w:eastAsia="Arial"/>
          <w:sz w:val="18"/>
          <w:szCs w:val="18"/>
          <w:spacing w:val="-1"/>
          <w:w w:val="100"/>
          <w:position w:val="-1"/>
        </w:rPr>
        <w:t>n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ow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</w:r>
    </w:p>
    <w:p>
      <w:pPr>
        <w:spacing w:before="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7" w:after="0" w:line="203" w:lineRule="exact"/>
        <w:ind w:left="114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  <w:position w:val="-1"/>
        </w:rPr>
        <w:t>Gro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  <w:position w:val="-1"/>
        </w:rPr>
        <w:t>u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p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  <w:position w:val="-1"/>
        </w:rPr>
        <w:t>Rol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</w:r>
    </w:p>
    <w:p>
      <w:pPr>
        <w:spacing w:before="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7" w:after="0" w:line="203" w:lineRule="exact"/>
        <w:ind w:left="63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ff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ent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roles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gro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  <w:position w:val="-1"/>
        </w:rPr>
        <w:t>u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p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members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may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play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dur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ng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meetin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  <w:position w:val="-1"/>
        </w:rPr>
        <w:t>g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: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</w:r>
    </w:p>
    <w:p>
      <w:pPr>
        <w:spacing w:before="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7" w:after="0" w:line="240" w:lineRule="auto"/>
        <w:ind w:left="1003" w:right="-20"/>
        <w:jc w:val="left"/>
        <w:tabs>
          <w:tab w:pos="636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CATIA Symbols" w:hAnsi="CATIA Symbols" w:cs="CATIA Symbols" w:eastAsia="CATIA Symbols"/>
          <w:sz w:val="12"/>
          <w:szCs w:val="12"/>
          <w:spacing w:val="0"/>
          <w:w w:val="362"/>
        </w:rPr>
        <w:t></w:t>
      </w:r>
      <w:r>
        <w:rPr>
          <w:rFonts w:ascii="CATIA Symbols" w:hAnsi="CATIA Symbols" w:cs="CATIA Symbols" w:eastAsia="CATIA Symbols"/>
          <w:sz w:val="12"/>
          <w:szCs w:val="12"/>
          <w:spacing w:val="8"/>
          <w:w w:val="362"/>
        </w:rPr>
        <w:t> 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f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aci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l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it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a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tor/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l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ea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d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</w:t>
        <w:tab/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  <w:r>
        <w:rPr>
          <w:rFonts w:ascii="CATIA Symbols" w:hAnsi="CATIA Symbols" w:cs="CATIA Symbols" w:eastAsia="CATIA Symbols"/>
          <w:sz w:val="12"/>
          <w:szCs w:val="12"/>
          <w:spacing w:val="0"/>
          <w:w w:val="362"/>
        </w:rPr>
        <w:t></w:t>
      </w:r>
      <w:r>
        <w:rPr>
          <w:rFonts w:ascii="CATIA Symbols" w:hAnsi="CATIA Symbols" w:cs="CATIA Symbols" w:eastAsia="CATIA Symbols"/>
          <w:sz w:val="12"/>
          <w:szCs w:val="12"/>
          <w:spacing w:val="8"/>
          <w:w w:val="362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timekeeper</w:t>
      </w:r>
    </w:p>
    <w:p>
      <w:pPr>
        <w:spacing w:before="67" w:after="0" w:line="240" w:lineRule="auto"/>
        <w:ind w:left="1003" w:right="-20"/>
        <w:jc w:val="left"/>
        <w:tabs>
          <w:tab w:pos="636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CATIA Symbols" w:hAnsi="CATIA Symbols" w:cs="CATIA Symbols" w:eastAsia="CATIA Symbols"/>
          <w:sz w:val="12"/>
          <w:szCs w:val="12"/>
          <w:spacing w:val="0"/>
          <w:w w:val="362"/>
        </w:rPr>
        <w:t></w:t>
      </w:r>
      <w:r>
        <w:rPr>
          <w:rFonts w:ascii="CATIA Symbols" w:hAnsi="CATIA Symbols" w:cs="CATIA Symbols" w:eastAsia="CATIA Symbols"/>
          <w:sz w:val="12"/>
          <w:szCs w:val="12"/>
          <w:spacing w:val="8"/>
          <w:w w:val="362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not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take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</w:t>
        <w:tab/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  <w:r>
        <w:rPr>
          <w:rFonts w:ascii="CATIA Symbols" w:hAnsi="CATIA Symbols" w:cs="CATIA Symbols" w:eastAsia="CATIA Symbols"/>
          <w:sz w:val="12"/>
          <w:szCs w:val="12"/>
          <w:spacing w:val="0"/>
          <w:w w:val="362"/>
        </w:rPr>
        <w:t></w:t>
      </w:r>
      <w:r>
        <w:rPr>
          <w:rFonts w:ascii="CATIA Symbols" w:hAnsi="CATIA Symbols" w:cs="CATIA Symbols" w:eastAsia="CATIA Symbols"/>
          <w:sz w:val="12"/>
          <w:szCs w:val="12"/>
          <w:spacing w:val="8"/>
          <w:w w:val="362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x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rt</w:t>
      </w:r>
    </w:p>
    <w:p>
      <w:pPr>
        <w:spacing w:before="66" w:after="0" w:line="240" w:lineRule="auto"/>
        <w:ind w:left="1003" w:right="-20"/>
        <w:jc w:val="left"/>
        <w:tabs>
          <w:tab w:pos="636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CATIA Symbols" w:hAnsi="CATIA Symbols" w:cs="CATIA Symbols" w:eastAsia="CATIA Symbols"/>
          <w:sz w:val="12"/>
          <w:szCs w:val="12"/>
          <w:spacing w:val="0"/>
          <w:w w:val="362"/>
        </w:rPr>
        <w:t></w:t>
      </w:r>
      <w:r>
        <w:rPr>
          <w:rFonts w:ascii="CATIA Symbols" w:hAnsi="CATIA Symbols" w:cs="CATIA Symbols" w:eastAsia="CATIA Symbols"/>
          <w:sz w:val="12"/>
          <w:szCs w:val="12"/>
          <w:spacing w:val="8"/>
          <w:w w:val="362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de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g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nerat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("crea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iv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ch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ck-i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"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)</w:t>
        <w:tab/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  <w:r>
        <w:rPr>
          <w:rFonts w:ascii="CATIA Symbols" w:hAnsi="CATIA Symbols" w:cs="CATIA Symbols" w:eastAsia="CATIA Symbols"/>
          <w:sz w:val="12"/>
          <w:szCs w:val="12"/>
          <w:spacing w:val="0"/>
          <w:w w:val="362"/>
        </w:rPr>
        <w:t></w:t>
      </w:r>
      <w:r>
        <w:rPr>
          <w:rFonts w:ascii="CATIA Symbols" w:hAnsi="CATIA Symbols" w:cs="CATIA Symbols" w:eastAsia="CATIA Symbols"/>
          <w:sz w:val="12"/>
          <w:szCs w:val="12"/>
          <w:spacing w:val="8"/>
          <w:w w:val="362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me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d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or</w:t>
      </w:r>
    </w:p>
    <w:p>
      <w:pPr>
        <w:spacing w:before="67" w:after="0" w:line="240" w:lineRule="auto"/>
        <w:ind w:left="1003" w:right="-20"/>
        <w:jc w:val="left"/>
        <w:tabs>
          <w:tab w:pos="636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CATIA Symbols" w:hAnsi="CATIA Symbols" w:cs="CATIA Symbols" w:eastAsia="CATIA Symbols"/>
          <w:sz w:val="12"/>
          <w:szCs w:val="12"/>
          <w:spacing w:val="0"/>
          <w:w w:val="362"/>
        </w:rPr>
        <w:t></w:t>
      </w:r>
      <w:r>
        <w:rPr>
          <w:rFonts w:ascii="CATIA Symbols" w:hAnsi="CATIA Symbols" w:cs="CATIA Symbols" w:eastAsia="CATIA Symbols"/>
          <w:sz w:val="12"/>
          <w:szCs w:val="12"/>
          <w:spacing w:val="8"/>
          <w:w w:val="362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devil's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ad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v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c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te</w:t>
        <w:tab/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  <w:r>
        <w:rPr>
          <w:rFonts w:ascii="CATIA Symbols" w:hAnsi="CATIA Symbols" w:cs="CATIA Symbols" w:eastAsia="CATIA Symbols"/>
          <w:sz w:val="12"/>
          <w:szCs w:val="12"/>
          <w:spacing w:val="0"/>
          <w:w w:val="362"/>
        </w:rPr>
        <w:t></w:t>
      </w:r>
      <w:r>
        <w:rPr>
          <w:rFonts w:ascii="CATIA Symbols" w:hAnsi="CATIA Symbols" w:cs="CATIA Symbols" w:eastAsia="CATIA Symbols"/>
          <w:sz w:val="12"/>
          <w:szCs w:val="12"/>
          <w:spacing w:val="8"/>
          <w:w w:val="362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es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ter</w:t>
      </w:r>
    </w:p>
    <w:p>
      <w:pPr>
        <w:spacing w:before="66" w:after="0" w:line="203" w:lineRule="exact"/>
        <w:ind w:left="1003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CATIA Symbols" w:hAnsi="CATIA Symbols" w:cs="CATIA Symbols" w:eastAsia="CATIA Symbols"/>
          <w:sz w:val="12"/>
          <w:szCs w:val="12"/>
          <w:spacing w:val="0"/>
          <w:w w:val="362"/>
          <w:position w:val="-1"/>
        </w:rPr>
        <w:t></w:t>
      </w:r>
      <w:r>
        <w:rPr>
          <w:rFonts w:ascii="CATIA Symbols" w:hAnsi="CATIA Symbols" w:cs="CATIA Symbols" w:eastAsia="CATIA Symbols"/>
          <w:sz w:val="12"/>
          <w:szCs w:val="12"/>
          <w:spacing w:val="8"/>
          <w:w w:val="362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-1"/>
          <w:w w:val="100"/>
          <w:position w:val="-1"/>
        </w:rPr>
        <w:t>p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r</w:t>
      </w:r>
      <w:r>
        <w:rPr>
          <w:rFonts w:ascii="Arial" w:hAnsi="Arial" w:cs="Arial" w:eastAsia="Arial"/>
          <w:sz w:val="18"/>
          <w:szCs w:val="18"/>
          <w:spacing w:val="-1"/>
          <w:w w:val="100"/>
          <w:position w:val="-1"/>
        </w:rPr>
        <w:t>o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g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ress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chaser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</w:r>
    </w:p>
    <w:p>
      <w:pPr>
        <w:spacing w:before="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7" w:after="0" w:line="203" w:lineRule="exact"/>
        <w:ind w:left="63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Im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  <w:position w:val="-1"/>
        </w:rPr>
        <w:t>p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ortant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ta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ks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th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shou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  <w:position w:val="-1"/>
        </w:rPr>
        <w:t>l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be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  <w:position w:val="-1"/>
        </w:rPr>
        <w:t>p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rform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by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the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f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cilitator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of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meeti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g: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</w:r>
    </w:p>
    <w:p>
      <w:pPr>
        <w:spacing w:before="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7" w:after="0" w:line="240" w:lineRule="auto"/>
        <w:ind w:left="1003" w:right="-20"/>
        <w:jc w:val="left"/>
        <w:tabs>
          <w:tab w:pos="442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CATIA Symbols" w:hAnsi="CATIA Symbols" w:cs="CATIA Symbols" w:eastAsia="CATIA Symbols"/>
          <w:sz w:val="12"/>
          <w:szCs w:val="12"/>
          <w:spacing w:val="0"/>
          <w:w w:val="362"/>
        </w:rPr>
        <w:t></w:t>
      </w:r>
      <w:r>
        <w:rPr>
          <w:rFonts w:ascii="CATIA Symbols" w:hAnsi="CATIA Symbols" w:cs="CATIA Symbols" w:eastAsia="CATIA Symbols"/>
          <w:sz w:val="12"/>
          <w:szCs w:val="12"/>
          <w:spacing w:val="8"/>
          <w:w w:val="362"/>
        </w:rPr>
        <w:t> 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ncoura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g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in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g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p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a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ici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p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at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n</w:t>
        <w:tab/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  <w:r>
        <w:rPr>
          <w:rFonts w:ascii="CATIA Symbols" w:hAnsi="CATIA Symbols" w:cs="CATIA Symbols" w:eastAsia="CATIA Symbols"/>
          <w:sz w:val="12"/>
          <w:szCs w:val="12"/>
          <w:spacing w:val="0"/>
          <w:w w:val="362"/>
        </w:rPr>
        <w:t></w:t>
      </w:r>
      <w:r>
        <w:rPr>
          <w:rFonts w:ascii="CATIA Symbols" w:hAnsi="CATIA Symbols" w:cs="CATIA Symbols" w:eastAsia="CATIA Symbols"/>
          <w:sz w:val="12"/>
          <w:szCs w:val="12"/>
          <w:spacing w:val="8"/>
          <w:w w:val="362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summarizing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input</w:t>
      </w:r>
    </w:p>
    <w:p>
      <w:pPr>
        <w:spacing w:before="66" w:after="0" w:line="240" w:lineRule="auto"/>
        <w:ind w:left="1003" w:right="-20"/>
        <w:jc w:val="left"/>
        <w:tabs>
          <w:tab w:pos="442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CATIA Symbols" w:hAnsi="CATIA Symbols" w:cs="CATIA Symbols" w:eastAsia="CATIA Symbols"/>
          <w:sz w:val="12"/>
          <w:szCs w:val="12"/>
          <w:spacing w:val="0"/>
          <w:w w:val="362"/>
        </w:rPr>
        <w:t></w:t>
      </w:r>
      <w:r>
        <w:rPr>
          <w:rFonts w:ascii="CATIA Symbols" w:hAnsi="CATIA Symbols" w:cs="CATIA Symbols" w:eastAsia="CATIA Symbols"/>
          <w:sz w:val="12"/>
          <w:szCs w:val="12"/>
          <w:spacing w:val="8"/>
          <w:w w:val="362"/>
        </w:rPr>
        <w:t> 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d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iscoura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g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in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g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m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nat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n</w:t>
        <w:tab/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  <w:r>
        <w:rPr>
          <w:rFonts w:ascii="CATIA Symbols" w:hAnsi="CATIA Symbols" w:cs="CATIA Symbols" w:eastAsia="CATIA Symbols"/>
          <w:sz w:val="12"/>
          <w:szCs w:val="12"/>
          <w:spacing w:val="0"/>
          <w:w w:val="362"/>
        </w:rPr>
        <w:t></w:t>
      </w:r>
      <w:r>
        <w:rPr>
          <w:rFonts w:ascii="CATIA Symbols" w:hAnsi="CATIA Symbols" w:cs="CATIA Symbols" w:eastAsia="CATIA Symbols"/>
          <w:sz w:val="12"/>
          <w:szCs w:val="12"/>
          <w:spacing w:val="8"/>
          <w:w w:val="362"/>
        </w:rPr>
        <w:t> 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ncoura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g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in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g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c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sio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making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67" w:after="0" w:line="240" w:lineRule="auto"/>
        <w:ind w:left="1003" w:right="-20"/>
        <w:jc w:val="left"/>
        <w:tabs>
          <w:tab w:pos="442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CATIA Symbols" w:hAnsi="CATIA Symbols" w:cs="CATIA Symbols" w:eastAsia="CATIA Symbols"/>
          <w:sz w:val="12"/>
          <w:szCs w:val="12"/>
          <w:spacing w:val="0"/>
          <w:w w:val="362"/>
        </w:rPr>
        <w:t></w:t>
      </w:r>
      <w:r>
        <w:rPr>
          <w:rFonts w:ascii="CATIA Symbols" w:hAnsi="CATIA Symbols" w:cs="CATIA Symbols" w:eastAsia="CATIA Symbols"/>
          <w:sz w:val="12"/>
          <w:szCs w:val="12"/>
          <w:spacing w:val="8"/>
          <w:w w:val="362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ke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pi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g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g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u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f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ocuse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</w:t>
        <w:tab/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  <w:r>
        <w:rPr>
          <w:rFonts w:ascii="CATIA Symbols" w:hAnsi="CATIA Symbols" w:cs="CATIA Symbols" w:eastAsia="CATIA Symbols"/>
          <w:sz w:val="12"/>
          <w:szCs w:val="12"/>
          <w:spacing w:val="0"/>
          <w:w w:val="362"/>
        </w:rPr>
        <w:t></w:t>
      </w:r>
      <w:r>
        <w:rPr>
          <w:rFonts w:ascii="CATIA Symbols" w:hAnsi="CATIA Symbols" w:cs="CATIA Symbols" w:eastAsia="CATIA Symbols"/>
          <w:sz w:val="12"/>
          <w:szCs w:val="12"/>
          <w:spacing w:val="8"/>
          <w:w w:val="362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making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final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decisions,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if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ne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c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s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sary</w:t>
      </w:r>
    </w:p>
    <w:p>
      <w:pPr>
        <w:spacing w:before="66" w:after="0" w:line="240" w:lineRule="auto"/>
        <w:ind w:left="1003" w:right="-20"/>
        <w:jc w:val="left"/>
        <w:tabs>
          <w:tab w:pos="442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CATIA Symbols" w:hAnsi="CATIA Symbols" w:cs="CATIA Symbols" w:eastAsia="CATIA Symbols"/>
          <w:sz w:val="12"/>
          <w:szCs w:val="12"/>
          <w:spacing w:val="0"/>
          <w:w w:val="362"/>
        </w:rPr>
        <w:t></w:t>
      </w:r>
      <w:r>
        <w:rPr>
          <w:rFonts w:ascii="CATIA Symbols" w:hAnsi="CATIA Symbols" w:cs="CATIA Symbols" w:eastAsia="CATIA Symbols"/>
          <w:sz w:val="12"/>
          <w:szCs w:val="12"/>
          <w:spacing w:val="8"/>
          <w:w w:val="362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c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l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arify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g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id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</w:t>
        <w:tab/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  <w:r>
        <w:rPr>
          <w:rFonts w:ascii="CATIA Symbols" w:hAnsi="CATIA Symbols" w:cs="CATIA Symbols" w:eastAsia="CATIA Symbols"/>
          <w:sz w:val="12"/>
          <w:szCs w:val="12"/>
          <w:spacing w:val="0"/>
          <w:w w:val="362"/>
        </w:rPr>
        <w:t></w:t>
      </w:r>
      <w:r>
        <w:rPr>
          <w:rFonts w:ascii="CATIA Symbols" w:hAnsi="CATIA Symbols" w:cs="CATIA Symbols" w:eastAsia="CATIA Symbols"/>
          <w:sz w:val="12"/>
          <w:szCs w:val="12"/>
          <w:spacing w:val="8"/>
          <w:w w:val="362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delegating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roles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and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tasks</w:t>
      </w:r>
    </w:p>
    <w:p>
      <w:pPr>
        <w:spacing w:before="66" w:after="0" w:line="240" w:lineRule="auto"/>
        <w:ind w:left="1003" w:right="-20"/>
        <w:jc w:val="left"/>
        <w:tabs>
          <w:tab w:pos="442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CATIA Symbols" w:hAnsi="CATIA Symbols" w:cs="CATIA Symbols" w:eastAsia="CATIA Symbols"/>
          <w:sz w:val="12"/>
          <w:szCs w:val="12"/>
          <w:spacing w:val="0"/>
          <w:w w:val="362"/>
        </w:rPr>
        <w:t></w:t>
      </w:r>
      <w:r>
        <w:rPr>
          <w:rFonts w:ascii="CATIA Symbols" w:hAnsi="CATIA Symbols" w:cs="CATIA Symbols" w:eastAsia="CATIA Symbols"/>
          <w:sz w:val="12"/>
          <w:szCs w:val="12"/>
          <w:spacing w:val="8"/>
          <w:w w:val="362"/>
        </w:rPr>
        <w:t> 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p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v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id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g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fee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d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bac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k</w:t>
        <w:tab/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  <w:r>
        <w:rPr>
          <w:rFonts w:ascii="CATIA Symbols" w:hAnsi="CATIA Symbols" w:cs="CATIA Symbols" w:eastAsia="CATIA Symbols"/>
          <w:sz w:val="12"/>
          <w:szCs w:val="12"/>
          <w:spacing w:val="0"/>
          <w:w w:val="362"/>
        </w:rPr>
        <w:t></w:t>
      </w:r>
      <w:r>
        <w:rPr>
          <w:rFonts w:ascii="CATIA Symbols" w:hAnsi="CATIA Symbols" w:cs="CATIA Symbols" w:eastAsia="CATIA Symbols"/>
          <w:sz w:val="12"/>
          <w:szCs w:val="12"/>
          <w:spacing w:val="8"/>
          <w:w w:val="362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ke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pi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g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h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p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ace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700" w:bottom="280" w:left="1620" w:right="980"/>
        </w:sectPr>
      </w:pPr>
      <w:rPr/>
    </w:p>
    <w:p>
      <w:pPr>
        <w:spacing w:before="72" w:after="0" w:line="203" w:lineRule="exact"/>
        <w:ind w:left="1003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/>
        <w:pict>
          <v:group style="position:absolute;margin-left:85.540001pt;margin-top:35.5pt;width:440.86pt;height:528.88pt;mso-position-horizontal-relative:page;mso-position-vertical-relative:page;z-index:-286" coordorigin="1711,710" coordsize="8817,10578">
            <v:group style="position:absolute;left:1727;top:720;width:2;height:10558" coordorigin="1727,720" coordsize="2,10558">
              <v:shape style="position:absolute;left:1727;top:720;width:2;height:10558" coordorigin="1727,720" coordsize="0,10558" path="m1727,720l1727,11278e" filled="f" stroked="t" strokeweight=".7pt" strokecolor="#CCCCCC">
                <v:path arrowok="t"/>
              </v:shape>
            </v:group>
            <v:group style="position:absolute;left:1721;top:720;width:8797;height:10558" coordorigin="1721,720" coordsize="8797,10558">
              <v:shape style="position:absolute;left:1721;top:720;width:8797;height:10558" coordorigin="1721,720" coordsize="8797,10558" path="m10518,720l10506,720,10506,11266,1733,11266,1721,11278,10518,11278,10518,720e" filled="t" fillcolor="#CCCCCC" stroked="f">
                <v:path arrowok="t"/>
                <v:fill/>
              </v:shape>
            </v:group>
            <v:group style="position:absolute;left:1734;top:733;width:8772;height:10531" coordorigin="1734,733" coordsize="8772,10531">
              <v:shape style="position:absolute;left:1734;top:733;width:8772;height:10531" coordorigin="1734,733" coordsize="8772,10531" path="m1734,11264l10506,11264,10506,733,1734,733,1734,11264e" filled="t" fillcolor="#FFFFFF" stroked="f">
                <v:path arrowok="t"/>
                <v:fill/>
              </v:shape>
              <v:shape style="position:absolute;left:1734;top:733;width:8772;height:10529" type="#_x0000_t75">
                <v:imagedata r:id="rId7" o:title=""/>
              </v:shape>
            </v:group>
            <v:group style="position:absolute;left:2250;top:733;width:7740;height:330" coordorigin="2250,733" coordsize="7740,330">
              <v:shape style="position:absolute;left:2250;top:733;width:7740;height:330" coordorigin="2250,733" coordsize="7740,330" path="m2250,1063l9990,1063,9990,733,2250,733,2250,1063e" filled="t" fillcolor="#FFFFFF" stroked="f">
                <v:path arrowok="t"/>
                <v:fill/>
              </v:shape>
            </v:group>
            <v:group style="position:absolute;left:2250;top:1304;width:6000;height:202" coordorigin="2250,1304" coordsize="6000,202">
              <v:shape style="position:absolute;left:2250;top:1304;width:6000;height:202" coordorigin="2250,1304" coordsize="6000,202" path="m2250,1506l8250,1506,8250,1304,2250,1304,2250,1506e" filled="t" fillcolor="#FFFFFF" stroked="f">
                <v:path arrowok="t"/>
                <v:fill/>
              </v:shape>
            </v:group>
            <v:group style="position:absolute;left:2250;top:1746;width:7740;height:2206" coordorigin="2250,1746" coordsize="7740,2206">
              <v:shape style="position:absolute;left:2250;top:1746;width:7740;height:2206" coordorigin="2250,1746" coordsize="7740,2206" path="m2250,3952l9990,3952,9990,1746,2250,1746,2250,3952e" filled="t" fillcolor="#FFFFFF" stroked="f">
                <v:path arrowok="t"/>
                <v:fill/>
              </v:shape>
            </v:group>
            <v:group style="position:absolute;left:1734;top:4193;width:5197;height:202" coordorigin="1734,4193" coordsize="5197,202">
              <v:shape style="position:absolute;left:1734;top:4193;width:5197;height:202" coordorigin="1734,4193" coordsize="5197,202" path="m1734,4394l6931,4394,6931,4193,1734,4193,1734,4394e" filled="t" fillcolor="#FFFFFF" stroked="f">
                <v:path arrowok="t"/>
                <v:fill/>
              </v:shape>
            </v:group>
            <v:group style="position:absolute;left:2250;top:4636;width:1776;height:202" coordorigin="2250,4636" coordsize="1776,202">
              <v:shape style="position:absolute;left:2250;top:4636;width:1776;height:202" coordorigin="2250,4636" coordsize="1776,202" path="m2250,4837l4026,4837,4026,4636,2250,4636,2250,4837e" filled="t" fillcolor="#FFFFFF" stroked="f">
                <v:path arrowok="t"/>
                <v:fill/>
              </v:shape>
            </v:group>
            <v:group style="position:absolute;left:2766;top:5096;width:1877;height:202" coordorigin="2766,5096" coordsize="1877,202">
              <v:shape style="position:absolute;left:2766;top:5096;width:1877;height:202" coordorigin="2766,5096" coordsize="1877,202" path="m2766,5298l4643,5298,4643,5096,2766,5096,2766,5298e" filled="t" fillcolor="#FFFFFF" stroked="f">
                <v:path arrowok="t"/>
                <v:fill/>
              </v:shape>
            </v:group>
            <v:group style="position:absolute;left:2766;top:5316;width:4116;height:202" coordorigin="2766,5316" coordsize="4116,202">
              <v:shape style="position:absolute;left:2766;top:5316;width:4116;height:202" coordorigin="2766,5316" coordsize="4116,202" path="m2766,5518l6882,5518,6882,5316,2766,5316,2766,5518e" filled="t" fillcolor="#FFFFFF" stroked="f">
                <v:path arrowok="t"/>
                <v:fill/>
              </v:shape>
            </v:group>
            <v:group style="position:absolute;left:2766;top:5536;width:4658;height:202" coordorigin="2766,5536" coordsize="4658,202">
              <v:shape style="position:absolute;left:2766;top:5536;width:4658;height:202" coordorigin="2766,5536" coordsize="4658,202" path="m2766,5737l7424,5737,7424,5536,2766,5536,2766,5737e" filled="t" fillcolor="#FFFFFF" stroked="f">
                <v:path arrowok="t"/>
                <v:fill/>
              </v:shape>
            </v:group>
            <v:group style="position:absolute;left:2766;top:5755;width:5311;height:202" coordorigin="2766,5755" coordsize="5311,202">
              <v:shape style="position:absolute;left:2766;top:5755;width:5311;height:202" coordorigin="2766,5755" coordsize="5311,202" path="m2766,5957l8077,5957,8077,5755,2766,5755,2766,5957e" filled="t" fillcolor="#FFFFFF" stroked="f">
                <v:path arrowok="t"/>
                <v:fill/>
              </v:shape>
            </v:group>
            <v:group style="position:absolute;left:2766;top:5975;width:2068;height:202" coordorigin="2766,5975" coordsize="2068,202">
              <v:shape style="position:absolute;left:2766;top:5975;width:2068;height:202" coordorigin="2766,5975" coordsize="2068,202" path="m2766,6176l4834,6176,4834,5975,2766,5975,2766,6176e" filled="t" fillcolor="#FFFFFF" stroked="f">
                <v:path arrowok="t"/>
                <v:fill/>
              </v:shape>
            </v:group>
            <v:group style="position:absolute;left:2766;top:6194;width:2690;height:202" coordorigin="2766,6194" coordsize="2690,202">
              <v:shape style="position:absolute;left:2766;top:6194;width:2690;height:202" coordorigin="2766,6194" coordsize="2690,202" path="m2766,6396l5456,6396,5456,6194,2766,6194,2766,6396e" filled="t" fillcolor="#FFFFFF" stroked="f">
                <v:path arrowok="t"/>
                <v:fill/>
              </v:shape>
            </v:group>
            <v:group style="position:absolute;left:2766;top:6415;width:3373;height:202" coordorigin="2766,6415" coordsize="3373,202">
              <v:shape style="position:absolute;left:2766;top:6415;width:3373;height:202" coordorigin="2766,6415" coordsize="3373,202" path="m2766,6617l6139,6617,6139,6415,2766,6415,2766,6617e" filled="t" fillcolor="#FFFFFF" stroked="f">
                <v:path arrowok="t"/>
                <v:fill/>
              </v:shape>
            </v:group>
            <v:group style="position:absolute;left:2250;top:6857;width:2638;height:202" coordorigin="2250,6857" coordsize="2638,202">
              <v:shape style="position:absolute;left:2250;top:6857;width:2638;height:202" coordorigin="2250,6857" coordsize="2638,202" path="m2250,7058l4888,7058,4888,6857,2250,6857,2250,7058e" filled="t" fillcolor="#FFFFFF" stroked="f">
                <v:path arrowok="t"/>
                <v:fill/>
              </v:shape>
            </v:group>
            <v:group style="position:absolute;left:2766;top:7318;width:3062;height:202" coordorigin="2766,7318" coordsize="3062,202">
              <v:shape style="position:absolute;left:2766;top:7318;width:3062;height:202" coordorigin="2766,7318" coordsize="3062,202" path="m2766,7519l5828,7519,5828,7318,2766,7318,2766,7519e" filled="t" fillcolor="#FFFFFF" stroked="f">
                <v:path arrowok="t"/>
                <v:fill/>
              </v:shape>
            </v:group>
            <v:group style="position:absolute;left:2766;top:7537;width:3212;height:202" coordorigin="2766,7537" coordsize="3212,202">
              <v:shape style="position:absolute;left:2766;top:7537;width:3212;height:202" coordorigin="2766,7537" coordsize="3212,202" path="m2766,7739l5978,7739,5978,7537,2766,7537,2766,7739e" filled="t" fillcolor="#FFFFFF" stroked="f">
                <v:path arrowok="t"/>
                <v:fill/>
              </v:shape>
            </v:group>
            <v:group style="position:absolute;left:2766;top:7757;width:2339;height:202" coordorigin="2766,7757" coordsize="2339,202">
              <v:shape style="position:absolute;left:2766;top:7757;width:2339;height:202" coordorigin="2766,7757" coordsize="2339,202" path="m2766,7958l5105,7958,5105,7757,2766,7757,2766,7958e" filled="t" fillcolor="#FFFFFF" stroked="f">
                <v:path arrowok="t"/>
                <v:fill/>
              </v:shape>
            </v:group>
            <v:group style="position:absolute;left:2766;top:7978;width:1596;height:202" coordorigin="2766,7978" coordsize="1596,202">
              <v:shape style="position:absolute;left:2766;top:7978;width:1596;height:202" coordorigin="2766,7978" coordsize="1596,202" path="m2766,8179l4362,8179,4362,7978,2766,7978,2766,8179e" filled="t" fillcolor="#FFFFFF" stroked="f">
                <v:path arrowok="t"/>
                <v:fill/>
              </v:shape>
            </v:group>
            <v:group style="position:absolute;left:2766;top:8197;width:3221;height:202" coordorigin="2766,8197" coordsize="3221,202">
              <v:shape style="position:absolute;left:2766;top:8197;width:3221;height:202" coordorigin="2766,8197" coordsize="3221,202" path="m2766,8399l5987,8399,5987,8197,2766,8197,2766,8399e" filled="t" fillcolor="#FFFFFF" stroked="f">
                <v:path arrowok="t"/>
                <v:fill/>
              </v:shape>
            </v:group>
            <v:group style="position:absolute;left:2766;top:8417;width:3324;height:202" coordorigin="2766,8417" coordsize="3324,202">
              <v:shape style="position:absolute;left:2766;top:8417;width:3324;height:202" coordorigin="2766,8417" coordsize="3324,202" path="m2766,8618l6090,8618,6090,8417,2766,8417,2766,8618e" filled="t" fillcolor="#FFFFFF" stroked="f">
                <v:path arrowok="t"/>
                <v:fill/>
              </v:shape>
            </v:group>
            <v:group style="position:absolute;left:2766;top:8636;width:7068;height:202" coordorigin="2766,8636" coordsize="7068,202">
              <v:shape style="position:absolute;left:2766;top:8636;width:7068;height:202" coordorigin="2766,8636" coordsize="7068,202" path="m2766,8838l9834,8838,9834,8636,2766,8636,2766,8838e" filled="t" fillcolor="#FFFFFF" stroked="f">
                <v:path arrowok="t"/>
                <v:fill/>
              </v:shape>
            </v:group>
            <v:group style="position:absolute;left:2766;top:8838;width:1727;height:202" coordorigin="2766,8838" coordsize="1727,202">
              <v:shape style="position:absolute;left:2766;top:8838;width:1727;height:202" coordorigin="2766,8838" coordsize="1727,202" path="m2766,9040l4493,9040,4493,8838,2766,8838,2766,9040e" filled="t" fillcolor="#FFFFFF" stroked="f">
                <v:path arrowok="t"/>
                <v:fill/>
              </v:shape>
            </v:group>
            <v:group style="position:absolute;left:2250;top:9281;width:2027;height:202" coordorigin="2250,9281" coordsize="2027,202">
              <v:shape style="position:absolute;left:2250;top:9281;width:2027;height:202" coordorigin="2250,9281" coordsize="2027,202" path="m2250,9482l4277,9482,4277,9281,2250,9281,2250,9482e" filled="t" fillcolor="#FFFFFF" stroked="f">
                <v:path arrowok="t"/>
                <v:fill/>
              </v:shape>
            </v:group>
            <v:group style="position:absolute;left:2766;top:9742;width:1214;height:202" coordorigin="2766,9742" coordsize="1214,202">
              <v:shape style="position:absolute;left:2766;top:9742;width:1214;height:202" coordorigin="2766,9742" coordsize="1214,202" path="m2766,9943l3980,9943,3980,9742,2766,9742,2766,9943e" filled="t" fillcolor="#FFFFFF" stroked="f">
                <v:path arrowok="t"/>
                <v:fill/>
              </v:shape>
            </v:group>
            <v:group style="position:absolute;left:2766;top:9961;width:913;height:202" coordorigin="2766,9961" coordsize="913,202">
              <v:shape style="position:absolute;left:2766;top:9961;width:913;height:202" coordorigin="2766,9961" coordsize="913,202" path="m2766,10163l3679,10163,3679,9961,2766,9961,2766,10163e" filled="t" fillcolor="#FFFFFF" stroked="f">
                <v:path arrowok="t"/>
                <v:fill/>
              </v:shape>
            </v:group>
            <v:group style="position:absolute;left:2766;top:10181;width:6847;height:202" coordorigin="2766,10181" coordsize="6847,202">
              <v:shape style="position:absolute;left:2766;top:10181;width:6847;height:202" coordorigin="2766,10181" coordsize="6847,202" path="m2766,10382l9613,10382,9613,10181,2766,10181,2766,10382e" filled="t" fillcolor="#FFFFFF" stroked="f">
                <v:path arrowok="t"/>
                <v:fill/>
              </v:shape>
            </v:group>
            <v:group style="position:absolute;left:2766;top:10382;width:1847;height:202" coordorigin="2766,10382" coordsize="1847,202">
              <v:shape style="position:absolute;left:2766;top:10382;width:1847;height:202" coordorigin="2766,10382" coordsize="1847,202" path="m2766,10584l4613,10584,4613,10382,2766,10382,2766,10584e" filled="t" fillcolor="#FFFFFF" stroked="f">
                <v:path arrowok="t"/>
                <v:fill/>
              </v:shape>
            </v:group>
            <v:group style="position:absolute;left:2766;top:10602;width:3332;height:202" coordorigin="2766,10602" coordsize="3332,202">
              <v:shape style="position:absolute;left:2766;top:10602;width:3332;height:202" coordorigin="2766,10602" coordsize="3332,202" path="m2766,10804l6098,10804,6098,10602,2766,10602,2766,10804e" filled="t" fillcolor="#FFFFFF" stroked="f">
                <v:path arrowok="t"/>
                <v:fill/>
              </v:shape>
            </v:group>
            <v:group style="position:absolute;left:2250;top:733;width:12;height:330" coordorigin="2250,733" coordsize="12,330">
              <v:shape style="position:absolute;left:2250;top:733;width:12;height:330" coordorigin="2250,733" coordsize="12,330" path="m2262,733l2250,733,2250,1063,2262,1050,2262,733e" filled="t" fillcolor="#ECE9D8" stroked="f">
                <v:path arrowok="t"/>
                <v:fill/>
              </v:shape>
            </v:group>
            <v:group style="position:absolute;left:2250;top:733;width:7740;height:330" coordorigin="2250,733" coordsize="7740,330">
              <v:shape style="position:absolute;left:2250;top:733;width:7740;height:330" coordorigin="2250,733" coordsize="7740,330" path="m9990,733l9978,733,9978,1050,2262,1050,2250,1063,9990,1063,9990,733e" filled="t" fillcolor="#ACA89A" stroked="f">
                <v:path arrowok="t"/>
                <v:fill/>
              </v:shape>
            </v:group>
            <v:group style="position:absolute;left:2288;top:772;width:12;height:253" coordorigin="2288,772" coordsize="12,253">
              <v:shape style="position:absolute;left:2288;top:772;width:12;height:253" coordorigin="2288,772" coordsize="12,253" path="m2300,772l2288,772,2288,1025,2300,1012,2300,772e" filled="t" fillcolor="#ACA89A" stroked="f">
                <v:path arrowok="t"/>
                <v:fill/>
              </v:shape>
            </v:group>
            <v:group style="position:absolute;left:2288;top:772;width:3392;height:253" coordorigin="2288,772" coordsize="3392,253">
              <v:shape style="position:absolute;left:2288;top:772;width:3392;height:253" coordorigin="2288,772" coordsize="3392,253" path="m5681,772l5668,772,5668,1012,2300,1012,2288,1025,5681,1025,5681,772e" filled="t" fillcolor="#ECE9D8" stroked="f">
                <v:path arrowok="t"/>
                <v:fill/>
              </v:shape>
            </v:group>
            <v:group style="position:absolute;left:5706;top:772;width:13;height:253" coordorigin="5706,772" coordsize="13,253">
              <v:shape style="position:absolute;left:5706;top:772;width:13;height:253" coordorigin="5706,772" coordsize="13,253" path="m5719,772l5706,772,5706,1025,5719,1012,5719,772e" filled="t" fillcolor="#ACA89A" stroked="f">
                <v:path arrowok="t"/>
                <v:fill/>
              </v:shape>
            </v:group>
            <v:group style="position:absolute;left:5706;top:772;width:4244;height:253" coordorigin="5706,772" coordsize="4244,253">
              <v:shape style="position:absolute;left:5706;top:772;width:4244;height:253" coordorigin="5706,772" coordsize="4244,253" path="m9950,772l9937,772,9937,1012,5719,1012,5706,1025,9950,1025,9950,772e" filled="t" fillcolor="#ECE9D8" stroked="f">
                <v:path arrowok="t"/>
                <v:fill/>
              </v:shape>
            </v:group>
            <v:group style="position:absolute;left:2250;top:1746;width:7740;height:2206" coordorigin="2250,1746" coordsize="7740,2206">
              <v:shape style="position:absolute;left:2250;top:1746;width:7740;height:2206" coordorigin="2250,1746" coordsize="7740,2206" path="m9990,1746l2250,1746,2250,3952,2262,3940,2262,1759,9978,1759,9990,1746e" filled="t" fillcolor="#ECE9D8" stroked="f">
                <v:path arrowok="t"/>
                <v:fill/>
              </v:shape>
            </v:group>
            <v:group style="position:absolute;left:2250;top:1746;width:7740;height:2206" coordorigin="2250,1746" coordsize="7740,2206">
              <v:shape style="position:absolute;left:2250;top:1746;width:7740;height:2206" coordorigin="2250,1746" coordsize="7740,2206" path="m9990,1746l9978,1759,9978,3940,2262,3940,2250,3952,9990,3952,9990,1746e" filled="t" fillcolor="#ACA89A" stroked="f">
                <v:path arrowok="t"/>
                <v:fill/>
              </v:shape>
            </v:group>
            <v:group style="position:absolute;left:2288;top:1786;width:3760;height:253" coordorigin="2288,1786" coordsize="3760,253">
              <v:shape style="position:absolute;left:2288;top:1786;width:3760;height:253" coordorigin="2288,1786" coordsize="3760,253" path="m6048,1786l2288,1786,2288,2039,2300,2027,2300,1798,6036,1798,6048,1786e" filled="t" fillcolor="#ACA89A" stroked="f">
                <v:path arrowok="t"/>
                <v:fill/>
              </v:shape>
            </v:group>
            <v:group style="position:absolute;left:2288;top:1786;width:3760;height:253" coordorigin="2288,1786" coordsize="3760,253">
              <v:shape style="position:absolute;left:2288;top:1786;width:3760;height:253" coordorigin="2288,1786" coordsize="3760,253" path="m6048,1786l6036,1798,6036,2027,2300,2027,2288,2039,6048,2039,6048,1786e" filled="t" fillcolor="#ECE9D8" stroked="f">
                <v:path arrowok="t"/>
                <v:fill/>
              </v:shape>
            </v:group>
            <v:group style="position:absolute;left:6074;top:1786;width:3876;height:253" coordorigin="6074,1786" coordsize="3876,253">
              <v:shape style="position:absolute;left:6074;top:1786;width:3876;height:253" coordorigin="6074,1786" coordsize="3876,253" path="m9950,1786l6074,1786,6074,2039,6086,2027,6086,1798,9938,1798,9950,1786e" filled="t" fillcolor="#ACA89A" stroked="f">
                <v:path arrowok="t"/>
                <v:fill/>
              </v:shape>
            </v:group>
            <v:group style="position:absolute;left:6074;top:1786;width:3876;height:253" coordorigin="6074,1786" coordsize="3876,253">
              <v:shape style="position:absolute;left:6074;top:1786;width:3876;height:253" coordorigin="6074,1786" coordsize="3876,253" path="m9950,1786l9938,1798,9938,2027,6086,2027,6074,2039,9950,2039,9950,1786e" filled="t" fillcolor="#ECE9D8" stroked="f">
                <v:path arrowok="t"/>
                <v:fill/>
              </v:shape>
            </v:group>
            <v:group style="position:absolute;left:2288;top:2064;width:3760;height:253" coordorigin="2288,2064" coordsize="3760,253">
              <v:shape style="position:absolute;left:2288;top:2064;width:3760;height:253" coordorigin="2288,2064" coordsize="3760,253" path="m6048,2064l2288,2064,2288,2317,2300,2304,2300,2076,6036,2076,6048,2064e" filled="t" fillcolor="#ACA89A" stroked="f">
                <v:path arrowok="t"/>
                <v:fill/>
              </v:shape>
            </v:group>
            <v:group style="position:absolute;left:2288;top:2064;width:3760;height:253" coordorigin="2288,2064" coordsize="3760,253">
              <v:shape style="position:absolute;left:2288;top:2064;width:3760;height:253" coordorigin="2288,2064" coordsize="3760,253" path="m6048,2064l6036,2076,6036,2304,2300,2304,2288,2317,6048,2317,6048,2064e" filled="t" fillcolor="#ECE9D8" stroked="f">
                <v:path arrowok="t"/>
                <v:fill/>
              </v:shape>
            </v:group>
            <v:group style="position:absolute;left:6074;top:2064;width:3876;height:253" coordorigin="6074,2064" coordsize="3876,253">
              <v:shape style="position:absolute;left:6074;top:2064;width:3876;height:253" coordorigin="6074,2064" coordsize="3876,253" path="m9950,2064l6074,2064,6074,2317,6086,2304,6086,2076,9938,2076,9950,2064e" filled="t" fillcolor="#ACA89A" stroked="f">
                <v:path arrowok="t"/>
                <v:fill/>
              </v:shape>
            </v:group>
            <v:group style="position:absolute;left:6074;top:2064;width:3876;height:253" coordorigin="6074,2064" coordsize="3876,253">
              <v:shape style="position:absolute;left:6074;top:2064;width:3876;height:253" coordorigin="6074,2064" coordsize="3876,253" path="m9950,2064l9938,2076,9938,2304,6086,2304,6074,2317,9950,2317,9950,2064e" filled="t" fillcolor="#ECE9D8" stroked="f">
                <v:path arrowok="t"/>
                <v:fill/>
              </v:shape>
            </v:group>
            <v:group style="position:absolute;left:2288;top:2342;width:3760;height:253" coordorigin="2288,2342" coordsize="3760,253">
              <v:shape style="position:absolute;left:2288;top:2342;width:3760;height:253" coordorigin="2288,2342" coordsize="3760,253" path="m6048,2342l2288,2342,2288,2596,2300,2584,2300,2356,6036,2356,6048,2342e" filled="t" fillcolor="#ACA89A" stroked="f">
                <v:path arrowok="t"/>
                <v:fill/>
              </v:shape>
            </v:group>
            <v:group style="position:absolute;left:2288;top:2342;width:3760;height:253" coordorigin="2288,2342" coordsize="3760,253">
              <v:shape style="position:absolute;left:2288;top:2342;width:3760;height:253" coordorigin="2288,2342" coordsize="3760,253" path="m6048,2342l6036,2356,6036,2584,2300,2584,2288,2596,6048,2596,6048,2342e" filled="t" fillcolor="#ECE9D8" stroked="f">
                <v:path arrowok="t"/>
                <v:fill/>
              </v:shape>
            </v:group>
            <v:group style="position:absolute;left:6074;top:2342;width:3876;height:253" coordorigin="6074,2342" coordsize="3876,253">
              <v:shape style="position:absolute;left:6074;top:2342;width:3876;height:253" coordorigin="6074,2342" coordsize="3876,253" path="m9950,2342l6074,2342,6074,2596,6086,2584,6086,2356,9938,2356,9950,2342e" filled="t" fillcolor="#ACA89A" stroked="f">
                <v:path arrowok="t"/>
                <v:fill/>
              </v:shape>
            </v:group>
            <v:group style="position:absolute;left:6074;top:2342;width:3876;height:253" coordorigin="6074,2342" coordsize="3876,253">
              <v:shape style="position:absolute;left:6074;top:2342;width:3876;height:253" coordorigin="6074,2342" coordsize="3876,253" path="m9950,2342l9938,2356,9938,2584,6086,2584,6074,2596,9950,2596,9950,2342e" filled="t" fillcolor="#ECE9D8" stroked="f">
                <v:path arrowok="t"/>
                <v:fill/>
              </v:shape>
            </v:group>
            <v:group style="position:absolute;left:2288;top:2622;width:3760;height:455" coordorigin="2288,2622" coordsize="3760,455">
              <v:shape style="position:absolute;left:2288;top:2622;width:3760;height:455" coordorigin="2288,2622" coordsize="3760,455" path="m6048,2622l2288,2622,2288,3077,2300,3064,2300,2634,6036,2634,6048,2622e" filled="t" fillcolor="#ACA89A" stroked="f">
                <v:path arrowok="t"/>
                <v:fill/>
              </v:shape>
            </v:group>
            <v:group style="position:absolute;left:2288;top:2622;width:3760;height:455" coordorigin="2288,2622" coordsize="3760,455">
              <v:shape style="position:absolute;left:2288;top:2622;width:3760;height:455" coordorigin="2288,2622" coordsize="3760,455" path="m6048,2622l6036,2634,6036,3064,2300,3064,2288,3077,6048,3077,6048,2622e" filled="t" fillcolor="#ECE9D8" stroked="f">
                <v:path arrowok="t"/>
                <v:fill/>
              </v:shape>
            </v:group>
            <v:group style="position:absolute;left:6074;top:2622;width:3876;height:455" coordorigin="6074,2622" coordsize="3876,455">
              <v:shape style="position:absolute;left:6074;top:2622;width:3876;height:455" coordorigin="6074,2622" coordsize="3876,455" path="m9950,2622l6074,2622,6074,3077,6086,3064,6086,2634,9938,2634,9950,2622e" filled="t" fillcolor="#ACA89A" stroked="f">
                <v:path arrowok="t"/>
                <v:fill/>
              </v:shape>
            </v:group>
            <v:group style="position:absolute;left:6074;top:2622;width:3876;height:455" coordorigin="6074,2622" coordsize="3876,455">
              <v:shape style="position:absolute;left:6074;top:2622;width:3876;height:455" coordorigin="6074,2622" coordsize="3876,455" path="m9950,2622l9938,2634,9938,3064,6086,3064,6074,3077,9950,3077,9950,2622e" filled="t" fillcolor="#ECE9D8" stroked="f">
                <v:path arrowok="t"/>
                <v:fill/>
              </v:shape>
            </v:group>
            <v:group style="position:absolute;left:2288;top:3102;width:3760;height:253" coordorigin="2288,3102" coordsize="3760,253">
              <v:shape style="position:absolute;left:2288;top:3102;width:3760;height:253" coordorigin="2288,3102" coordsize="3760,253" path="m6048,3102l2288,3102,2288,3355,2300,3343,2300,3115,6036,3115,6048,3102e" filled="t" fillcolor="#ACA89A" stroked="f">
                <v:path arrowok="t"/>
                <v:fill/>
              </v:shape>
            </v:group>
            <v:group style="position:absolute;left:2288;top:3102;width:3760;height:253" coordorigin="2288,3102" coordsize="3760,253">
              <v:shape style="position:absolute;left:2288;top:3102;width:3760;height:253" coordorigin="2288,3102" coordsize="3760,253" path="m6048,3102l6036,3115,6036,3343,2300,3343,2288,3355,6048,3355,6048,3102e" filled="t" fillcolor="#ECE9D8" stroked="f">
                <v:path arrowok="t"/>
                <v:fill/>
              </v:shape>
            </v:group>
            <v:group style="position:absolute;left:6074;top:3102;width:3876;height:253" coordorigin="6074,3102" coordsize="3876,253">
              <v:shape style="position:absolute;left:6074;top:3102;width:3876;height:253" coordorigin="6074,3102" coordsize="3876,253" path="m9950,3102l6074,3102,6074,3355,6086,3343,6086,3115,9938,3115,9950,3102e" filled="t" fillcolor="#ACA89A" stroked="f">
                <v:path arrowok="t"/>
                <v:fill/>
              </v:shape>
            </v:group>
            <v:group style="position:absolute;left:6074;top:3102;width:3876;height:253" coordorigin="6074,3102" coordsize="3876,253">
              <v:shape style="position:absolute;left:6074;top:3102;width:3876;height:253" coordorigin="6074,3102" coordsize="3876,253" path="m9950,3102l9938,3115,9938,3343,6086,3343,6074,3355,9950,3355,9950,3102e" filled="t" fillcolor="#ECE9D8" stroked="f">
                <v:path arrowok="t"/>
                <v:fill/>
              </v:shape>
            </v:group>
            <v:group style="position:absolute;left:2288;top:3382;width:3760;height:253" coordorigin="2288,3382" coordsize="3760,253">
              <v:shape style="position:absolute;left:2288;top:3382;width:3760;height:253" coordorigin="2288,3382" coordsize="3760,253" path="m6048,3382l2288,3382,2288,3635,2300,3623,2300,3394,6036,3394,6048,3382e" filled="t" fillcolor="#ACA89A" stroked="f">
                <v:path arrowok="t"/>
                <v:fill/>
              </v:shape>
            </v:group>
            <v:group style="position:absolute;left:2288;top:3382;width:3760;height:253" coordorigin="2288,3382" coordsize="3760,253">
              <v:shape style="position:absolute;left:2288;top:3382;width:3760;height:253" coordorigin="2288,3382" coordsize="3760,253" path="m6048,3382l6036,3394,6036,3623,2300,3623,2288,3635,6048,3635,6048,3382e" filled="t" fillcolor="#ECE9D8" stroked="f">
                <v:path arrowok="t"/>
                <v:fill/>
              </v:shape>
            </v:group>
            <v:group style="position:absolute;left:6074;top:3382;width:3876;height:253" coordorigin="6074,3382" coordsize="3876,253">
              <v:shape style="position:absolute;left:6074;top:3382;width:3876;height:253" coordorigin="6074,3382" coordsize="3876,253" path="m9950,3382l6074,3382,6074,3635,6086,3623,6086,3394,9938,3394,9950,3382e" filled="t" fillcolor="#ACA89A" stroked="f">
                <v:path arrowok="t"/>
                <v:fill/>
              </v:shape>
            </v:group>
            <v:group style="position:absolute;left:6074;top:3382;width:3876;height:253" coordorigin="6074,3382" coordsize="3876,253">
              <v:shape style="position:absolute;left:6074;top:3382;width:3876;height:253" coordorigin="6074,3382" coordsize="3876,253" path="m9950,3382l9938,3394,9938,3623,6086,3623,6074,3635,9950,3635,9950,3382e" filled="t" fillcolor="#ECE9D8" stroked="f">
                <v:path arrowok="t"/>
                <v:fill/>
              </v:shape>
            </v:group>
            <v:group style="position:absolute;left:2288;top:3660;width:3760;height:253" coordorigin="2288,3660" coordsize="3760,253">
              <v:shape style="position:absolute;left:2288;top:3660;width:3760;height:253" coordorigin="2288,3660" coordsize="3760,253" path="m6048,3660l2288,3660,2288,3913,2300,3901,2300,3673,6036,3673,6048,3660e" filled="t" fillcolor="#ACA89A" stroked="f">
                <v:path arrowok="t"/>
                <v:fill/>
              </v:shape>
            </v:group>
            <v:group style="position:absolute;left:2288;top:3660;width:3760;height:253" coordorigin="2288,3660" coordsize="3760,253">
              <v:shape style="position:absolute;left:2288;top:3660;width:3760;height:253" coordorigin="2288,3660" coordsize="3760,253" path="m6048,3660l6036,3673,6036,3901,2300,3901,2288,3913,6048,3913,6048,3660e" filled="t" fillcolor="#ECE9D8" stroked="f">
                <v:path arrowok="t"/>
                <v:fill/>
              </v:shape>
            </v:group>
            <v:group style="position:absolute;left:6074;top:3660;width:3876;height:253" coordorigin="6074,3660" coordsize="3876,253">
              <v:shape style="position:absolute;left:6074;top:3660;width:3876;height:253" coordorigin="6074,3660" coordsize="3876,253" path="m9950,3660l6074,3660,6074,3913,6086,3901,6086,3673,9938,3673,9950,3660e" filled="t" fillcolor="#ACA89A" stroked="f">
                <v:path arrowok="t"/>
                <v:fill/>
              </v:shape>
            </v:group>
            <v:group style="position:absolute;left:6074;top:3660;width:3876;height:253" coordorigin="6074,3660" coordsize="3876,253">
              <v:shape style="position:absolute;left:6074;top:3660;width:3876;height:253" coordorigin="6074,3660" coordsize="3876,253" path="m9950,3660l9938,3673,9938,3901,6086,3901,6074,3913,9950,3913,9950,3660e" filled="t" fillcolor="#ECE9D8" stroked="f">
                <v:path arrowok="t"/>
                <v:fill/>
              </v:shape>
            </v:group>
            <w10:wrap type="none"/>
          </v:group>
        </w:pict>
      </w:r>
      <w:r>
        <w:rPr>
          <w:rFonts w:ascii="CATIA Symbols" w:hAnsi="CATIA Symbols" w:cs="CATIA Symbols" w:eastAsia="CATIA Symbols"/>
          <w:sz w:val="12"/>
          <w:szCs w:val="12"/>
          <w:spacing w:val="0"/>
          <w:w w:val="362"/>
          <w:position w:val="-1"/>
        </w:rPr>
        <w:t></w:t>
      </w:r>
      <w:r>
        <w:rPr>
          <w:rFonts w:ascii="CATIA Symbols" w:hAnsi="CATIA Symbols" w:cs="CATIA Symbols" w:eastAsia="CATIA Symbols"/>
          <w:sz w:val="12"/>
          <w:szCs w:val="12"/>
          <w:spacing w:val="8"/>
          <w:w w:val="362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-1"/>
          <w:w w:val="100"/>
          <w:position w:val="-1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nerg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zin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g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gro</w:t>
      </w:r>
      <w:r>
        <w:rPr>
          <w:rFonts w:ascii="Arial" w:hAnsi="Arial" w:cs="Arial" w:eastAsia="Arial"/>
          <w:sz w:val="18"/>
          <w:szCs w:val="18"/>
          <w:spacing w:val="-1"/>
          <w:w w:val="100"/>
          <w:position w:val="-1"/>
        </w:rPr>
        <w:t>u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p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members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</w:r>
    </w:p>
    <w:p>
      <w:pPr>
        <w:spacing w:before="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7" w:after="0" w:line="203" w:lineRule="exact"/>
        <w:ind w:left="63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Skil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  <w:position w:val="-1"/>
        </w:rPr>
        <w:t>l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that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  <w:position w:val="-1"/>
        </w:rPr>
        <w:t>u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dents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ed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to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eve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  <w:position w:val="-1"/>
        </w:rPr>
        <w:t>l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op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to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promote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  <w:position w:val="-1"/>
        </w:rPr>
        <w:t>f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f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ctive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group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work: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</w:r>
    </w:p>
    <w:p>
      <w:pPr>
        <w:spacing w:before="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7" w:after="0" w:line="240" w:lineRule="auto"/>
        <w:ind w:left="1003" w:right="-20"/>
        <w:jc w:val="left"/>
        <w:tabs>
          <w:tab w:pos="478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CATIA Symbols" w:hAnsi="CATIA Symbols" w:cs="CATIA Symbols" w:eastAsia="CATIA Symbols"/>
          <w:sz w:val="12"/>
          <w:szCs w:val="12"/>
          <w:spacing w:val="0"/>
          <w:w w:val="362"/>
        </w:rPr>
        <w:t></w:t>
      </w:r>
      <w:r>
        <w:rPr>
          <w:rFonts w:ascii="CATIA Symbols" w:hAnsi="CATIA Symbols" w:cs="CATIA Symbols" w:eastAsia="CATIA Symbols"/>
          <w:sz w:val="12"/>
          <w:szCs w:val="12"/>
          <w:spacing w:val="8"/>
          <w:w w:val="362"/>
        </w:rPr>
        <w:t> 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a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c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iv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a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a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li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st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g</w:t>
        <w:tab/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  <w:r>
        <w:rPr>
          <w:rFonts w:ascii="CATIA Symbols" w:hAnsi="CATIA Symbols" w:cs="CATIA Symbols" w:eastAsia="CATIA Symbols"/>
          <w:sz w:val="12"/>
          <w:szCs w:val="12"/>
          <w:spacing w:val="0"/>
          <w:w w:val="362"/>
        </w:rPr>
        <w:t></w:t>
      </w:r>
      <w:r>
        <w:rPr>
          <w:rFonts w:ascii="CATIA Symbols" w:hAnsi="CATIA Symbols" w:cs="CATIA Symbols" w:eastAsia="CATIA Symbols"/>
          <w:sz w:val="12"/>
          <w:szCs w:val="12"/>
          <w:spacing w:val="8"/>
          <w:w w:val="362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communication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skills</w:t>
      </w:r>
    </w:p>
    <w:p>
      <w:pPr>
        <w:spacing w:before="67" w:after="0" w:line="240" w:lineRule="auto"/>
        <w:ind w:left="1003" w:right="-20"/>
        <w:jc w:val="left"/>
        <w:tabs>
          <w:tab w:pos="478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CATIA Symbols" w:hAnsi="CATIA Symbols" w:cs="CATIA Symbols" w:eastAsia="CATIA Symbols"/>
          <w:sz w:val="12"/>
          <w:szCs w:val="12"/>
          <w:spacing w:val="0"/>
          <w:w w:val="362"/>
        </w:rPr>
        <w:t></w:t>
      </w:r>
      <w:r>
        <w:rPr>
          <w:rFonts w:ascii="CATIA Symbols" w:hAnsi="CATIA Symbols" w:cs="CATIA Symbols" w:eastAsia="CATIA Symbols"/>
          <w:sz w:val="12"/>
          <w:szCs w:val="12"/>
          <w:spacing w:val="8"/>
          <w:w w:val="362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xi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b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lity</w:t>
        <w:tab/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  <w:r>
        <w:rPr>
          <w:rFonts w:ascii="CATIA Symbols" w:hAnsi="CATIA Symbols" w:cs="CATIA Symbols" w:eastAsia="CATIA Symbols"/>
          <w:sz w:val="12"/>
          <w:szCs w:val="12"/>
          <w:spacing w:val="0"/>
          <w:w w:val="362"/>
        </w:rPr>
        <w:t></w:t>
      </w:r>
      <w:r>
        <w:rPr>
          <w:rFonts w:ascii="CATIA Symbols" w:hAnsi="CATIA Symbols" w:cs="CATIA Symbols" w:eastAsia="CATIA Symbols"/>
          <w:sz w:val="12"/>
          <w:szCs w:val="12"/>
          <w:spacing w:val="8"/>
          <w:w w:val="362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c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u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l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ty</w:t>
      </w:r>
    </w:p>
    <w:p>
      <w:pPr>
        <w:spacing w:before="66" w:after="0" w:line="240" w:lineRule="auto"/>
        <w:ind w:left="1003" w:right="-20"/>
        <w:jc w:val="left"/>
        <w:tabs>
          <w:tab w:pos="478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CATIA Symbols" w:hAnsi="CATIA Symbols" w:cs="CATIA Symbols" w:eastAsia="CATIA Symbols"/>
          <w:sz w:val="12"/>
          <w:szCs w:val="12"/>
          <w:spacing w:val="0"/>
          <w:w w:val="362"/>
        </w:rPr>
        <w:t></w:t>
      </w:r>
      <w:r>
        <w:rPr>
          <w:rFonts w:ascii="CATIA Symbols" w:hAnsi="CATIA Symbols" w:cs="CATIA Symbols" w:eastAsia="CATIA Symbols"/>
          <w:sz w:val="12"/>
          <w:szCs w:val="12"/>
          <w:spacing w:val="8"/>
          <w:w w:val="362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res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p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ect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for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thers'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tri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b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u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tions</w:t>
        <w:tab/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  <w:r>
        <w:rPr>
          <w:rFonts w:ascii="CATIA Symbols" w:hAnsi="CATIA Symbols" w:cs="CATIA Symbols" w:eastAsia="CATIA Symbols"/>
          <w:sz w:val="12"/>
          <w:szCs w:val="12"/>
          <w:spacing w:val="0"/>
          <w:w w:val="362"/>
        </w:rPr>
        <w:t></w:t>
      </w:r>
      <w:r>
        <w:rPr>
          <w:rFonts w:ascii="CATIA Symbols" w:hAnsi="CATIA Symbols" w:cs="CATIA Symbols" w:eastAsia="CATIA Symbols"/>
          <w:sz w:val="12"/>
          <w:szCs w:val="12"/>
          <w:spacing w:val="8"/>
          <w:w w:val="362"/>
        </w:rPr>
        <w:t> 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h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el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p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g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her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mast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c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nte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</w:t>
      </w:r>
    </w:p>
    <w:p>
      <w:pPr>
        <w:spacing w:before="74" w:after="0" w:line="202" w:lineRule="exact"/>
        <w:ind w:left="4996" w:right="1243" w:firstLine="-3992"/>
        <w:jc w:val="left"/>
        <w:tabs>
          <w:tab w:pos="478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CATIA Symbols" w:hAnsi="CATIA Symbols" w:cs="CATIA Symbols" w:eastAsia="CATIA Symbols"/>
          <w:sz w:val="12"/>
          <w:szCs w:val="12"/>
          <w:spacing w:val="0"/>
          <w:w w:val="362"/>
        </w:rPr>
        <w:t></w:t>
      </w:r>
      <w:r>
        <w:rPr>
          <w:rFonts w:ascii="CATIA Symbols" w:hAnsi="CATIA Symbols" w:cs="CATIA Symbols" w:eastAsia="CATIA Symbols"/>
          <w:sz w:val="12"/>
          <w:szCs w:val="12"/>
          <w:spacing w:val="8"/>
          <w:w w:val="362"/>
        </w:rPr>
        <w:t> 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p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art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c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pa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io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n</w:t>
        <w:tab/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  <w:r>
        <w:rPr>
          <w:rFonts w:ascii="CATIA Symbols" w:hAnsi="CATIA Symbols" w:cs="CATIA Symbols" w:eastAsia="CATIA Symbols"/>
          <w:sz w:val="12"/>
          <w:szCs w:val="12"/>
          <w:spacing w:val="0"/>
          <w:w w:val="362"/>
        </w:rPr>
        <w:t></w:t>
      </w:r>
      <w:r>
        <w:rPr>
          <w:rFonts w:ascii="CATIA Symbols" w:hAnsi="CATIA Symbols" w:cs="CATIA Symbols" w:eastAsia="CATIA Symbols"/>
          <w:sz w:val="12"/>
          <w:szCs w:val="12"/>
          <w:spacing w:val="8"/>
          <w:w w:val="362"/>
        </w:rPr>
        <w:t> 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g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vi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g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receivi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g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constructive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f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eed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b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ack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69" w:after="0" w:line="240" w:lineRule="auto"/>
        <w:ind w:left="1003" w:right="-20"/>
        <w:jc w:val="left"/>
        <w:tabs>
          <w:tab w:pos="478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CATIA Symbols" w:hAnsi="CATIA Symbols" w:cs="CATIA Symbols" w:eastAsia="CATIA Symbols"/>
          <w:sz w:val="12"/>
          <w:szCs w:val="12"/>
          <w:spacing w:val="0"/>
          <w:w w:val="362"/>
        </w:rPr>
        <w:t></w:t>
      </w:r>
      <w:r>
        <w:rPr>
          <w:rFonts w:ascii="CATIA Symbols" w:hAnsi="CATIA Symbols" w:cs="CATIA Symbols" w:eastAsia="CATIA Symbols"/>
          <w:sz w:val="12"/>
          <w:szCs w:val="12"/>
          <w:spacing w:val="8"/>
          <w:w w:val="362"/>
        </w:rPr>
        <w:t> 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p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at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enc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</w:t>
        <w:tab/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  <w:r>
        <w:rPr>
          <w:rFonts w:ascii="CATIA Symbols" w:hAnsi="CATIA Symbols" w:cs="CATIA Symbols" w:eastAsia="CATIA Symbols"/>
          <w:sz w:val="12"/>
          <w:szCs w:val="12"/>
          <w:spacing w:val="0"/>
          <w:w w:val="362"/>
        </w:rPr>
        <w:t></w:t>
      </w:r>
      <w:r>
        <w:rPr>
          <w:rFonts w:ascii="CATIA Symbols" w:hAnsi="CATIA Symbols" w:cs="CATIA Symbols" w:eastAsia="CATIA Symbols"/>
          <w:sz w:val="12"/>
          <w:szCs w:val="12"/>
          <w:spacing w:val="8"/>
          <w:w w:val="362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ma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aging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d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sa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g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ments</w:t>
      </w:r>
    </w:p>
    <w:p>
      <w:pPr>
        <w:spacing w:before="66" w:after="0" w:line="240" w:lineRule="auto"/>
        <w:ind w:left="1003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CATIA Symbols" w:hAnsi="CATIA Symbols" w:cs="CATIA Symbols" w:eastAsia="CATIA Symbols"/>
          <w:sz w:val="12"/>
          <w:szCs w:val="12"/>
          <w:spacing w:val="0"/>
          <w:w w:val="362"/>
        </w:rPr>
        <w:t></w:t>
      </w:r>
      <w:r>
        <w:rPr>
          <w:rFonts w:ascii="CATIA Symbols" w:hAnsi="CATIA Symbols" w:cs="CATIA Symbols" w:eastAsia="CATIA Symbols"/>
          <w:sz w:val="12"/>
          <w:szCs w:val="12"/>
          <w:spacing w:val="8"/>
          <w:w w:val="362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motivation</w:t>
      </w:r>
    </w:p>
    <w:p>
      <w:pPr>
        <w:spacing w:before="67" w:after="0" w:line="203" w:lineRule="exact"/>
        <w:ind w:left="1003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CATIA Symbols" w:hAnsi="CATIA Symbols" w:cs="CATIA Symbols" w:eastAsia="CATIA Symbols"/>
          <w:sz w:val="12"/>
          <w:szCs w:val="12"/>
          <w:spacing w:val="0"/>
          <w:w w:val="362"/>
          <w:position w:val="-1"/>
        </w:rPr>
        <w:t></w:t>
      </w:r>
      <w:r>
        <w:rPr>
          <w:rFonts w:ascii="CATIA Symbols" w:hAnsi="CATIA Symbols" w:cs="CATIA Symbols" w:eastAsia="CATIA Symbols"/>
          <w:sz w:val="12"/>
          <w:szCs w:val="12"/>
          <w:spacing w:val="8"/>
          <w:w w:val="362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ke</w:t>
      </w:r>
      <w:r>
        <w:rPr>
          <w:rFonts w:ascii="Arial" w:hAnsi="Arial" w:cs="Arial" w:eastAsia="Arial"/>
          <w:sz w:val="18"/>
          <w:szCs w:val="18"/>
          <w:spacing w:val="-1"/>
          <w:w w:val="100"/>
          <w:position w:val="-1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pi</w:t>
      </w:r>
      <w:r>
        <w:rPr>
          <w:rFonts w:ascii="Arial" w:hAnsi="Arial" w:cs="Arial" w:eastAsia="Arial"/>
          <w:sz w:val="18"/>
          <w:szCs w:val="18"/>
          <w:spacing w:val="-1"/>
          <w:w w:val="100"/>
          <w:position w:val="-1"/>
        </w:rPr>
        <w:t>n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g</w:t>
      </w:r>
      <w:r>
        <w:rPr>
          <w:rFonts w:ascii="Arial" w:hAnsi="Arial" w:cs="Arial" w:eastAsia="Arial"/>
          <w:sz w:val="18"/>
          <w:szCs w:val="18"/>
          <w:spacing w:val="2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-1"/>
          <w:w w:val="100"/>
          <w:position w:val="-1"/>
        </w:rPr>
        <w:t>d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ead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l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i</w:t>
      </w:r>
      <w:r>
        <w:rPr>
          <w:rFonts w:ascii="Arial" w:hAnsi="Arial" w:cs="Arial" w:eastAsia="Arial"/>
          <w:sz w:val="18"/>
          <w:szCs w:val="18"/>
          <w:spacing w:val="-1"/>
          <w:w w:val="100"/>
          <w:position w:val="-1"/>
        </w:rPr>
        <w:t>n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es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</w:r>
    </w:p>
    <w:p>
      <w:pPr>
        <w:spacing w:before="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7" w:after="0" w:line="203" w:lineRule="exact"/>
        <w:ind w:left="114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  <w:position w:val="-1"/>
        </w:rPr>
        <w:t>vitie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  <w:position w:val="-1"/>
        </w:rPr>
        <w:t>an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  <w:position w:val="-1"/>
        </w:rPr>
        <w:t>ol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  <w:position w:val="-1"/>
        </w:rPr>
        <w:t>th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  <w:position w:val="-1"/>
        </w:rPr>
        <w:t>ca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  <w:position w:val="-1"/>
        </w:rPr>
        <w:t>b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  <w:position w:val="-1"/>
        </w:rPr>
        <w:t>us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  <w:position w:val="-1"/>
        </w:rPr>
        <w:t>gro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  <w:position w:val="-1"/>
        </w:rPr>
        <w:t>u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p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  <w:position w:val="-1"/>
        </w:rPr>
        <w:t>me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  <w:position w:val="-1"/>
        </w:rPr>
        <w:t>in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g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  <w:position w:val="-1"/>
        </w:rPr>
        <w:t>for: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</w:r>
    </w:p>
    <w:p>
      <w:pPr>
        <w:spacing w:before="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7" w:after="0" w:line="240" w:lineRule="auto"/>
        <w:ind w:left="63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Open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ng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di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us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ion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1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94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CATIA Symbols" w:hAnsi="CATIA Symbols" w:cs="CATIA Symbols" w:eastAsia="CATIA Symbols"/>
          <w:sz w:val="12"/>
          <w:szCs w:val="12"/>
          <w:spacing w:val="0"/>
          <w:w w:val="362"/>
        </w:rPr>
        <w:t></w:t>
      </w:r>
      <w:r>
        <w:rPr>
          <w:rFonts w:ascii="CATIA Symbols" w:hAnsi="CATIA Symbols" w:cs="CATIA Symbols" w:eastAsia="CATIA Symbols"/>
          <w:sz w:val="12"/>
          <w:szCs w:val="12"/>
          <w:spacing w:val="8"/>
          <w:w w:val="362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l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is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av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a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l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ab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le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reso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u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c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</w:t>
      </w:r>
    </w:p>
    <w:p>
      <w:pPr>
        <w:spacing w:before="7" w:after="0" w:line="240" w:lineRule="auto"/>
        <w:ind w:left="94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CATIA Symbols" w:hAnsi="CATIA Symbols" w:cs="CATIA Symbols" w:eastAsia="CATIA Symbols"/>
          <w:sz w:val="12"/>
          <w:szCs w:val="12"/>
          <w:spacing w:val="0"/>
          <w:w w:val="362"/>
        </w:rPr>
        <w:t></w:t>
      </w:r>
      <w:r>
        <w:rPr>
          <w:rFonts w:ascii="CATIA Symbols" w:hAnsi="CATIA Symbols" w:cs="CATIA Symbols" w:eastAsia="CATIA Symbols"/>
          <w:sz w:val="12"/>
          <w:szCs w:val="12"/>
          <w:spacing w:val="8"/>
          <w:w w:val="362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stat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ffere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p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rc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pt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on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wh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th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rea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l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pr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bl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</w:t>
      </w:r>
    </w:p>
    <w:p>
      <w:pPr>
        <w:spacing w:before="7" w:after="0" w:line="240" w:lineRule="auto"/>
        <w:ind w:left="94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CATIA Symbols" w:hAnsi="CATIA Symbols" w:cs="CATIA Symbols" w:eastAsia="CATIA Symbols"/>
          <w:sz w:val="12"/>
          <w:szCs w:val="12"/>
          <w:spacing w:val="0"/>
          <w:w w:val="362"/>
        </w:rPr>
        <w:t></w:t>
      </w:r>
      <w:r>
        <w:rPr>
          <w:rFonts w:ascii="CATIA Symbols" w:hAnsi="CATIA Symbols" w:cs="CATIA Symbols" w:eastAsia="CATIA Symbols"/>
          <w:sz w:val="12"/>
          <w:szCs w:val="12"/>
          <w:spacing w:val="8"/>
          <w:w w:val="362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bra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nstor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de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-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al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l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de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re</w:t>
      </w:r>
      <w:r>
        <w:rPr>
          <w:rFonts w:ascii="Arial" w:hAnsi="Arial" w:cs="Arial" w:eastAsia="Arial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c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urag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accep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ed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" w:after="0" w:line="240" w:lineRule="auto"/>
        <w:ind w:left="94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CATIA Symbols" w:hAnsi="CATIA Symbols" w:cs="CATIA Symbols" w:eastAsia="CATIA Symbols"/>
          <w:sz w:val="12"/>
          <w:szCs w:val="12"/>
          <w:spacing w:val="0"/>
          <w:w w:val="362"/>
        </w:rPr>
        <w:t></w:t>
      </w:r>
      <w:r>
        <w:rPr>
          <w:rFonts w:ascii="CATIA Symbols" w:hAnsi="CATIA Symbols" w:cs="CATIA Symbols" w:eastAsia="CATIA Symbols"/>
          <w:sz w:val="12"/>
          <w:szCs w:val="12"/>
          <w:spacing w:val="8"/>
          <w:w w:val="362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l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eg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tim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z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-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sho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w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u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nd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rst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a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nd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g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w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her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se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th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prob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l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em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" w:after="0" w:line="240" w:lineRule="auto"/>
        <w:ind w:left="94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CATIA Symbols" w:hAnsi="CATIA Symbols" w:cs="CATIA Symbols" w:eastAsia="CATIA Symbols"/>
          <w:sz w:val="12"/>
          <w:szCs w:val="12"/>
          <w:spacing w:val="0"/>
          <w:w w:val="362"/>
        </w:rPr>
        <w:t></w:t>
      </w:r>
      <w:r>
        <w:rPr>
          <w:rFonts w:ascii="CATIA Symbols" w:hAnsi="CATIA Symbols" w:cs="CATIA Symbols" w:eastAsia="CATIA Symbols"/>
          <w:sz w:val="12"/>
          <w:szCs w:val="12"/>
          <w:spacing w:val="8"/>
          <w:w w:val="362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k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ck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s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rt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w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x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m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</w:t>
      </w:r>
    </w:p>
    <w:p>
      <w:pPr>
        <w:spacing w:before="8" w:after="0" w:line="240" w:lineRule="auto"/>
        <w:ind w:left="94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CATIA Symbols" w:hAnsi="CATIA Symbols" w:cs="CATIA Symbols" w:eastAsia="CATIA Symbols"/>
          <w:sz w:val="12"/>
          <w:szCs w:val="12"/>
          <w:spacing w:val="0"/>
          <w:w w:val="362"/>
        </w:rPr>
        <w:t></w:t>
      </w:r>
      <w:r>
        <w:rPr>
          <w:rFonts w:ascii="CATIA Symbols" w:hAnsi="CATIA Symbols" w:cs="CATIA Symbols" w:eastAsia="CATIA Symbols"/>
          <w:sz w:val="12"/>
          <w:szCs w:val="12"/>
          <w:spacing w:val="8"/>
          <w:w w:val="362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pro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p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os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som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p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ote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l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so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l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ut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</w:t>
      </w:r>
    </w:p>
    <w:p>
      <w:pPr>
        <w:spacing w:before="7" w:after="0" w:line="203" w:lineRule="exact"/>
        <w:ind w:left="94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CATIA Symbols" w:hAnsi="CATIA Symbols" w:cs="CATIA Symbols" w:eastAsia="CATIA Symbols"/>
          <w:sz w:val="12"/>
          <w:szCs w:val="12"/>
          <w:spacing w:val="0"/>
          <w:w w:val="362"/>
          <w:position w:val="-1"/>
        </w:rPr>
        <w:t></w:t>
      </w:r>
      <w:r>
        <w:rPr>
          <w:rFonts w:ascii="CATIA Symbols" w:hAnsi="CATIA Symbols" w:cs="CATIA Symbols" w:eastAsia="CATIA Symbols"/>
          <w:sz w:val="12"/>
          <w:szCs w:val="12"/>
          <w:spacing w:val="8"/>
          <w:w w:val="362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as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k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e</w:t>
      </w:r>
      <w:r>
        <w:rPr>
          <w:rFonts w:ascii="Arial" w:hAnsi="Arial" w:cs="Arial" w:eastAsia="Arial"/>
          <w:sz w:val="18"/>
          <w:szCs w:val="18"/>
          <w:spacing w:val="-1"/>
          <w:w w:val="100"/>
          <w:position w:val="-1"/>
        </w:rPr>
        <w:t>a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c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h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i</w:t>
      </w:r>
      <w:r>
        <w:rPr>
          <w:rFonts w:ascii="Arial" w:hAnsi="Arial" w:cs="Arial" w:eastAsia="Arial"/>
          <w:sz w:val="18"/>
          <w:szCs w:val="18"/>
          <w:spacing w:val="-1"/>
          <w:w w:val="100"/>
          <w:position w:val="-1"/>
        </w:rPr>
        <w:t>n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div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du</w:t>
      </w:r>
      <w:r>
        <w:rPr>
          <w:rFonts w:ascii="Arial" w:hAnsi="Arial" w:cs="Arial" w:eastAsia="Arial"/>
          <w:sz w:val="18"/>
          <w:szCs w:val="18"/>
          <w:spacing w:val="-1"/>
          <w:w w:val="100"/>
          <w:position w:val="-1"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l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f</w:t>
      </w:r>
      <w:r>
        <w:rPr>
          <w:rFonts w:ascii="Arial" w:hAnsi="Arial" w:cs="Arial" w:eastAsia="Arial"/>
          <w:sz w:val="18"/>
          <w:szCs w:val="18"/>
          <w:spacing w:val="-1"/>
          <w:w w:val="100"/>
          <w:position w:val="-1"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r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a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-1"/>
          <w:w w:val="100"/>
          <w:position w:val="-1"/>
        </w:rPr>
        <w:t>p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oss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b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le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so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l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ut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on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</w:r>
    </w:p>
    <w:p>
      <w:pPr>
        <w:spacing w:before="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7" w:after="0" w:line="240" w:lineRule="auto"/>
        <w:ind w:left="597" w:right="5627"/>
        <w:jc w:val="center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rrowin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dow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</w:rPr>
        <w:t>h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so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</w:rPr>
        <w:t>l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tions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1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94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CATIA Symbols" w:hAnsi="CATIA Symbols" w:cs="CATIA Symbols" w:eastAsia="CATIA Symbols"/>
          <w:sz w:val="12"/>
          <w:szCs w:val="12"/>
          <w:spacing w:val="0"/>
          <w:w w:val="362"/>
        </w:rPr>
        <w:t></w:t>
      </w:r>
      <w:r>
        <w:rPr>
          <w:rFonts w:ascii="CATIA Symbols" w:hAnsi="CATIA Symbols" w:cs="CATIA Symbols" w:eastAsia="CATIA Symbols"/>
          <w:sz w:val="12"/>
          <w:szCs w:val="12"/>
          <w:spacing w:val="8"/>
          <w:w w:val="362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eva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l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ua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so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l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ut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on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us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g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s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m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cr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it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er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ia</w:t>
      </w:r>
    </w:p>
    <w:p>
      <w:pPr>
        <w:spacing w:before="7" w:after="0" w:line="240" w:lineRule="auto"/>
        <w:ind w:left="94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CATIA Symbols" w:hAnsi="CATIA Symbols" w:cs="CATIA Symbols" w:eastAsia="CATIA Symbols"/>
          <w:sz w:val="12"/>
          <w:szCs w:val="12"/>
          <w:spacing w:val="0"/>
          <w:w w:val="362"/>
        </w:rPr>
        <w:t></w:t>
      </w:r>
      <w:r>
        <w:rPr>
          <w:rFonts w:ascii="CATIA Symbols" w:hAnsi="CATIA Symbols" w:cs="CATIA Symbols" w:eastAsia="CATIA Symbols"/>
          <w:sz w:val="12"/>
          <w:szCs w:val="12"/>
          <w:spacing w:val="8"/>
          <w:w w:val="362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make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sure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lu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addr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s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h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s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su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</w:t>
      </w:r>
    </w:p>
    <w:p>
      <w:pPr>
        <w:spacing w:before="8" w:after="0" w:line="240" w:lineRule="auto"/>
        <w:ind w:left="94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CATIA Symbols" w:hAnsi="CATIA Symbols" w:cs="CATIA Symbols" w:eastAsia="CATIA Symbols"/>
          <w:sz w:val="12"/>
          <w:szCs w:val="12"/>
          <w:spacing w:val="0"/>
          <w:w w:val="362"/>
        </w:rPr>
        <w:t></w:t>
      </w:r>
      <w:r>
        <w:rPr>
          <w:rFonts w:ascii="CATIA Symbols" w:hAnsi="CATIA Symbols" w:cs="CATIA Symbols" w:eastAsia="CATIA Symbols"/>
          <w:sz w:val="12"/>
          <w:szCs w:val="12"/>
          <w:spacing w:val="8"/>
          <w:w w:val="362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rank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ide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order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pri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rity</w:t>
      </w:r>
    </w:p>
    <w:p>
      <w:pPr>
        <w:spacing w:before="7" w:after="0" w:line="240" w:lineRule="auto"/>
        <w:ind w:left="94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CATIA Symbols" w:hAnsi="CATIA Symbols" w:cs="CATIA Symbols" w:eastAsia="CATIA Symbols"/>
          <w:sz w:val="12"/>
          <w:szCs w:val="12"/>
          <w:spacing w:val="0"/>
          <w:w w:val="362"/>
        </w:rPr>
        <w:t></w:t>
      </w:r>
      <w:r>
        <w:rPr>
          <w:rFonts w:ascii="CATIA Symbols" w:hAnsi="CATIA Symbols" w:cs="CATIA Symbols" w:eastAsia="CATIA Symbols"/>
          <w:sz w:val="12"/>
          <w:szCs w:val="12"/>
          <w:spacing w:val="8"/>
          <w:w w:val="362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cat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goriz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s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u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ti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</w:t>
      </w:r>
    </w:p>
    <w:p>
      <w:pPr>
        <w:spacing w:before="7" w:after="0" w:line="240" w:lineRule="auto"/>
        <w:ind w:left="94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CATIA Symbols" w:hAnsi="CATIA Symbols" w:cs="CATIA Symbols" w:eastAsia="CATIA Symbols"/>
          <w:sz w:val="12"/>
          <w:szCs w:val="12"/>
          <w:spacing w:val="0"/>
          <w:w w:val="362"/>
        </w:rPr>
        <w:t></w:t>
      </w:r>
      <w:r>
        <w:rPr>
          <w:rFonts w:ascii="CATIA Symbols" w:hAnsi="CATIA Symbols" w:cs="CATIA Symbols" w:eastAsia="CATIA Symbols"/>
          <w:sz w:val="12"/>
          <w:szCs w:val="12"/>
          <w:spacing w:val="8"/>
          <w:w w:val="362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sep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a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a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so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l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ut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b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ase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"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pros/co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s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"</w:t>
      </w:r>
    </w:p>
    <w:p>
      <w:pPr>
        <w:spacing w:before="7" w:after="0" w:line="240" w:lineRule="auto"/>
        <w:ind w:left="94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CATIA Symbols" w:hAnsi="CATIA Symbols" w:cs="CATIA Symbols" w:eastAsia="CATIA Symbols"/>
          <w:sz w:val="12"/>
          <w:szCs w:val="12"/>
          <w:spacing w:val="0"/>
          <w:w w:val="362"/>
        </w:rPr>
        <w:t></w:t>
      </w:r>
      <w:r>
        <w:rPr>
          <w:rFonts w:ascii="CATIA Symbols" w:hAnsi="CATIA Symbols" w:cs="CATIA Symbols" w:eastAsia="CATIA Symbols"/>
          <w:sz w:val="12"/>
          <w:szCs w:val="12"/>
          <w:spacing w:val="8"/>
          <w:w w:val="362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l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oo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k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f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du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dan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an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over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l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app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g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d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eas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14" w:after="0" w:line="202" w:lineRule="exact"/>
        <w:ind w:left="1146" w:right="686" w:firstLine="-206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CATIA Symbols" w:hAnsi="CATIA Symbols" w:cs="CATIA Symbols" w:eastAsia="CATIA Symbols"/>
          <w:sz w:val="12"/>
          <w:szCs w:val="12"/>
          <w:spacing w:val="0"/>
          <w:w w:val="362"/>
        </w:rPr>
        <w:t></w:t>
      </w:r>
      <w:r>
        <w:rPr>
          <w:rFonts w:ascii="CATIA Symbols" w:hAnsi="CATIA Symbols" w:cs="CATIA Symbols" w:eastAsia="CATIA Symbols"/>
          <w:sz w:val="12"/>
          <w:szCs w:val="12"/>
          <w:spacing w:val="8"/>
          <w:w w:val="362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force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fi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analysis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(wh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ideas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g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ve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su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p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port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to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sol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v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g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problem?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w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c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on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prevent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reaching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sol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u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tion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?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)</w:t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37" w:after="0" w:line="240" w:lineRule="auto"/>
        <w:ind w:left="596" w:right="6240"/>
        <w:jc w:val="center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</w:rPr>
        <w:t>l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osin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th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dis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</w:rPr>
        <w:t>c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uss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on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1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94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CATIA Symbols" w:hAnsi="CATIA Symbols" w:cs="CATIA Symbols" w:eastAsia="CATIA Symbols"/>
          <w:sz w:val="12"/>
          <w:szCs w:val="12"/>
          <w:spacing w:val="0"/>
          <w:w w:val="362"/>
        </w:rPr>
        <w:t></w:t>
      </w:r>
      <w:r>
        <w:rPr>
          <w:rFonts w:ascii="CATIA Symbols" w:hAnsi="CATIA Symbols" w:cs="CATIA Symbols" w:eastAsia="CATIA Symbols"/>
          <w:sz w:val="12"/>
          <w:szCs w:val="12"/>
          <w:spacing w:val="8"/>
          <w:w w:val="362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majority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voting</w:t>
      </w:r>
    </w:p>
    <w:p>
      <w:pPr>
        <w:spacing w:before="7" w:after="0" w:line="240" w:lineRule="auto"/>
        <w:ind w:left="94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CATIA Symbols" w:hAnsi="CATIA Symbols" w:cs="CATIA Symbols" w:eastAsia="CATIA Symbols"/>
          <w:sz w:val="12"/>
          <w:szCs w:val="12"/>
          <w:spacing w:val="0"/>
          <w:w w:val="362"/>
        </w:rPr>
        <w:t></w:t>
      </w:r>
      <w:r>
        <w:rPr>
          <w:rFonts w:ascii="CATIA Symbols" w:hAnsi="CATIA Symbols" w:cs="CATIA Symbols" w:eastAsia="CATIA Symbols"/>
          <w:sz w:val="12"/>
          <w:szCs w:val="12"/>
          <w:spacing w:val="8"/>
          <w:w w:val="362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conse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s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u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</w:t>
      </w:r>
    </w:p>
    <w:p>
      <w:pPr>
        <w:spacing w:before="14" w:after="0" w:line="202" w:lineRule="exact"/>
        <w:ind w:left="1146" w:right="905" w:firstLine="-206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CATIA Symbols" w:hAnsi="CATIA Symbols" w:cs="CATIA Symbols" w:eastAsia="CATIA Symbols"/>
          <w:sz w:val="12"/>
          <w:szCs w:val="12"/>
          <w:spacing w:val="0"/>
          <w:w w:val="362"/>
        </w:rPr>
        <w:t></w:t>
      </w:r>
      <w:r>
        <w:rPr>
          <w:rFonts w:ascii="CATIA Symbols" w:hAnsi="CATIA Symbols" w:cs="CATIA Symbols" w:eastAsia="CATIA Symbols"/>
          <w:sz w:val="12"/>
          <w:szCs w:val="12"/>
          <w:spacing w:val="8"/>
          <w:w w:val="362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b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u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ld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u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p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/e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l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im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nat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(ad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subtr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a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c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fro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ffere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p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ti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arriv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w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pt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that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everyone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can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su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p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port)</w:t>
      </w:r>
    </w:p>
    <w:p>
      <w:pPr>
        <w:spacing w:before="11" w:after="0" w:line="240" w:lineRule="auto"/>
        <w:ind w:left="94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CATIA Symbols" w:hAnsi="CATIA Symbols" w:cs="CATIA Symbols" w:eastAsia="CATIA Symbols"/>
          <w:sz w:val="12"/>
          <w:szCs w:val="12"/>
          <w:spacing w:val="0"/>
          <w:w w:val="362"/>
        </w:rPr>
        <w:t></w:t>
      </w:r>
      <w:r>
        <w:rPr>
          <w:rFonts w:ascii="CATIA Symbols" w:hAnsi="CATIA Symbols" w:cs="CATIA Symbols" w:eastAsia="CATIA Symbols"/>
          <w:sz w:val="12"/>
          <w:szCs w:val="12"/>
          <w:spacing w:val="8"/>
          <w:w w:val="362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comb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de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(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a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v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ther/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dec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s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ons)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sectPr>
      <w:pgSz w:w="12240" w:h="15840"/>
      <w:pgMar w:top="720" w:bottom="280" w:left="1620" w:right="1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Verdana">
    <w:altName w:val="Verdana"/>
    <w:charset w:val="0"/>
    <w:family w:val="swiss"/>
    <w:pitch w:val="variable"/>
  </w:font>
  <w:font w:name="CATIA Symbols">
    <w:altName w:val="CATIA Symbols"/>
    <w:charset w:val="0"/>
    <w:family w:val="decorative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jpg"/><Relationship Id="rId7" Type="http://schemas.openxmlformats.org/officeDocument/2006/relationships/image" Target="media/image3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MARKKIRBY</dc:creator>
  <dc:title>http://cte.uwaterloo.ca/teaching_resources/tips/meeting_strateg</dc:title>
  <dcterms:created xsi:type="dcterms:W3CDTF">2012-03-08T23:09:19Z</dcterms:created>
  <dcterms:modified xsi:type="dcterms:W3CDTF">2012-03-08T23:09:19Z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2012-03-04T00:00:00Z</vt:filetime>
  </property>
  <property fmtid="{D5CDD505-2E9C-101B-9397-08002B2CF9AE}" pid="3" name="LastSaved">
    <vt:filetime>2012-03-09T00:00:00Z</vt:filetime>
  </property>
</Properties>
</file>